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5F39D908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624CB7">
        <w:rPr>
          <w:b/>
          <w:color w:val="FF5200" w:themeColor="accent2"/>
          <w:sz w:val="36"/>
          <w:szCs w:val="36"/>
        </w:rPr>
        <w:t>názvem „</w:t>
      </w:r>
      <w:bookmarkStart w:id="0" w:name="_Hlk142397436"/>
      <w:r w:rsidR="00FA0C79" w:rsidRPr="00624CB7">
        <w:rPr>
          <w:b/>
          <w:color w:val="FF5200" w:themeColor="accent2"/>
          <w:sz w:val="36"/>
          <w:szCs w:val="36"/>
        </w:rPr>
        <w:t>Nákup tuhých paliv pro spalování v </w:t>
      </w:r>
      <w:r w:rsidR="00FA0C79" w:rsidRPr="007D348C">
        <w:rPr>
          <w:b/>
          <w:color w:val="FF5200" w:themeColor="accent2"/>
          <w:sz w:val="36"/>
          <w:szCs w:val="36"/>
        </w:rPr>
        <w:t xml:space="preserve">energetických </w:t>
      </w:r>
      <w:r w:rsidR="00624CB7" w:rsidRPr="007D348C">
        <w:rPr>
          <w:b/>
          <w:color w:val="FF5200" w:themeColor="accent2"/>
          <w:sz w:val="36"/>
          <w:szCs w:val="36"/>
        </w:rPr>
        <w:t>zdrojích v obvodu OŘ Ústí nad Labem v období do 31.12.2023</w:t>
      </w:r>
      <w:bookmarkEnd w:id="0"/>
      <w:r w:rsidR="0031280B" w:rsidRPr="007D348C">
        <w:rPr>
          <w:b/>
          <w:color w:val="FF5200" w:themeColor="accent2"/>
          <w:sz w:val="36"/>
          <w:szCs w:val="36"/>
        </w:rPr>
        <w:t>“</w:t>
      </w:r>
      <w:r w:rsidR="000128D4" w:rsidRPr="007D348C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7D348C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r w:rsidR="005E6EA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0128D4" w:rsidRPr="007D348C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(</w:t>
      </w:r>
      <w:r w:rsidR="000366D6" w:rsidRPr="000366D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27714/2023-SŽ-OŘ UNL-OVZ</w:t>
      </w:r>
      <w:r w:rsidR="000128D4" w:rsidRPr="007D348C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)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1B2DA446" w14:textId="38AE38C9" w:rsidR="007D348C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42986590" w:history="1">
            <w:r w:rsidR="007D348C" w:rsidRPr="004E1DA6">
              <w:rPr>
                <w:rStyle w:val="Hypertextovodkaz"/>
                <w:noProof/>
              </w:rPr>
              <w:t>Kapitola 1.</w:t>
            </w:r>
            <w:r w:rsidR="007D348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D348C" w:rsidRPr="004E1DA6">
              <w:rPr>
                <w:rStyle w:val="Hypertextovodkaz"/>
                <w:noProof/>
              </w:rPr>
              <w:t>Základní údaje k nabídce</w:t>
            </w:r>
            <w:r w:rsidR="007D348C">
              <w:rPr>
                <w:noProof/>
                <w:webHidden/>
              </w:rPr>
              <w:tab/>
            </w:r>
            <w:r w:rsidR="007D348C">
              <w:rPr>
                <w:noProof/>
                <w:webHidden/>
              </w:rPr>
              <w:fldChar w:fldCharType="begin"/>
            </w:r>
            <w:r w:rsidR="007D348C">
              <w:rPr>
                <w:noProof/>
                <w:webHidden/>
              </w:rPr>
              <w:instrText xml:space="preserve"> PAGEREF _Toc142986590 \h </w:instrText>
            </w:r>
            <w:r w:rsidR="007D348C">
              <w:rPr>
                <w:noProof/>
                <w:webHidden/>
              </w:rPr>
            </w:r>
            <w:r w:rsidR="007D348C">
              <w:rPr>
                <w:noProof/>
                <w:webHidden/>
              </w:rPr>
              <w:fldChar w:fldCharType="separate"/>
            </w:r>
            <w:r w:rsidR="007D348C">
              <w:rPr>
                <w:noProof/>
                <w:webHidden/>
              </w:rPr>
              <w:t>2</w:t>
            </w:r>
            <w:r w:rsidR="007D348C">
              <w:rPr>
                <w:noProof/>
                <w:webHidden/>
              </w:rPr>
              <w:fldChar w:fldCharType="end"/>
            </w:r>
          </w:hyperlink>
        </w:p>
        <w:p w14:paraId="4103C8E0" w14:textId="5E55ACEF" w:rsidR="007D348C" w:rsidRDefault="000366D6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2986591" w:history="1">
            <w:r w:rsidR="007D348C" w:rsidRPr="004E1DA6">
              <w:rPr>
                <w:rStyle w:val="Hypertextovodkaz"/>
                <w:noProof/>
              </w:rPr>
              <w:t>Kapitola 2.</w:t>
            </w:r>
            <w:r w:rsidR="007D348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D348C" w:rsidRPr="004E1DA6">
              <w:rPr>
                <w:rStyle w:val="Hypertextovodkaz"/>
                <w:noProof/>
              </w:rPr>
              <w:t>Čestné prohlášení o splnění základní způsobilosti</w:t>
            </w:r>
            <w:r w:rsidR="007D348C">
              <w:rPr>
                <w:noProof/>
                <w:webHidden/>
              </w:rPr>
              <w:tab/>
            </w:r>
            <w:r w:rsidR="007D348C">
              <w:rPr>
                <w:noProof/>
                <w:webHidden/>
              </w:rPr>
              <w:fldChar w:fldCharType="begin"/>
            </w:r>
            <w:r w:rsidR="007D348C">
              <w:rPr>
                <w:noProof/>
                <w:webHidden/>
              </w:rPr>
              <w:instrText xml:space="preserve"> PAGEREF _Toc142986591 \h </w:instrText>
            </w:r>
            <w:r w:rsidR="007D348C">
              <w:rPr>
                <w:noProof/>
                <w:webHidden/>
              </w:rPr>
            </w:r>
            <w:r w:rsidR="007D348C">
              <w:rPr>
                <w:noProof/>
                <w:webHidden/>
              </w:rPr>
              <w:fldChar w:fldCharType="separate"/>
            </w:r>
            <w:r w:rsidR="007D348C">
              <w:rPr>
                <w:noProof/>
                <w:webHidden/>
              </w:rPr>
              <w:t>3</w:t>
            </w:r>
            <w:r w:rsidR="007D348C">
              <w:rPr>
                <w:noProof/>
                <w:webHidden/>
              </w:rPr>
              <w:fldChar w:fldCharType="end"/>
            </w:r>
          </w:hyperlink>
        </w:p>
        <w:p w14:paraId="493E2319" w14:textId="518346CB" w:rsidR="007D348C" w:rsidRDefault="000366D6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2986592" w:history="1">
            <w:r w:rsidR="007D348C" w:rsidRPr="004E1DA6">
              <w:rPr>
                <w:rStyle w:val="Hypertextovodkaz"/>
                <w:noProof/>
              </w:rPr>
              <w:t>Kapitola 3.</w:t>
            </w:r>
            <w:r w:rsidR="007D348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D348C" w:rsidRPr="004E1DA6">
              <w:rPr>
                <w:rStyle w:val="Hypertextovodkaz"/>
                <w:noProof/>
              </w:rPr>
              <w:t>Čestné prohlášení účastníka o střetu zájmů</w:t>
            </w:r>
            <w:r w:rsidR="007D348C">
              <w:rPr>
                <w:noProof/>
                <w:webHidden/>
              </w:rPr>
              <w:tab/>
            </w:r>
            <w:r w:rsidR="007D348C">
              <w:rPr>
                <w:noProof/>
                <w:webHidden/>
              </w:rPr>
              <w:fldChar w:fldCharType="begin"/>
            </w:r>
            <w:r w:rsidR="007D348C">
              <w:rPr>
                <w:noProof/>
                <w:webHidden/>
              </w:rPr>
              <w:instrText xml:space="preserve"> PAGEREF _Toc142986592 \h </w:instrText>
            </w:r>
            <w:r w:rsidR="007D348C">
              <w:rPr>
                <w:noProof/>
                <w:webHidden/>
              </w:rPr>
            </w:r>
            <w:r w:rsidR="007D348C">
              <w:rPr>
                <w:noProof/>
                <w:webHidden/>
              </w:rPr>
              <w:fldChar w:fldCharType="separate"/>
            </w:r>
            <w:r w:rsidR="007D348C">
              <w:rPr>
                <w:noProof/>
                <w:webHidden/>
              </w:rPr>
              <w:t>4</w:t>
            </w:r>
            <w:r w:rsidR="007D348C">
              <w:rPr>
                <w:noProof/>
                <w:webHidden/>
              </w:rPr>
              <w:fldChar w:fldCharType="end"/>
            </w:r>
          </w:hyperlink>
        </w:p>
        <w:p w14:paraId="6FD55B3C" w14:textId="1447026C" w:rsidR="007D348C" w:rsidRDefault="000366D6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2986593" w:history="1">
            <w:r w:rsidR="007D348C" w:rsidRPr="004E1DA6">
              <w:rPr>
                <w:rStyle w:val="Hypertextovodkaz"/>
                <w:noProof/>
              </w:rPr>
              <w:t>Kapitola 4.</w:t>
            </w:r>
            <w:r w:rsidR="007D348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D348C" w:rsidRPr="004E1DA6">
              <w:rPr>
                <w:rStyle w:val="Hypertextovodkaz"/>
                <w:noProof/>
              </w:rPr>
              <w:t>Čestné prohlášení účastníka k neuzavření zakázaných dohod</w:t>
            </w:r>
            <w:r w:rsidR="007D348C">
              <w:rPr>
                <w:noProof/>
                <w:webHidden/>
              </w:rPr>
              <w:tab/>
            </w:r>
            <w:r w:rsidR="007D348C">
              <w:rPr>
                <w:noProof/>
                <w:webHidden/>
              </w:rPr>
              <w:fldChar w:fldCharType="begin"/>
            </w:r>
            <w:r w:rsidR="007D348C">
              <w:rPr>
                <w:noProof/>
                <w:webHidden/>
              </w:rPr>
              <w:instrText xml:space="preserve"> PAGEREF _Toc142986593 \h </w:instrText>
            </w:r>
            <w:r w:rsidR="007D348C">
              <w:rPr>
                <w:noProof/>
                <w:webHidden/>
              </w:rPr>
            </w:r>
            <w:r w:rsidR="007D348C">
              <w:rPr>
                <w:noProof/>
                <w:webHidden/>
              </w:rPr>
              <w:fldChar w:fldCharType="separate"/>
            </w:r>
            <w:r w:rsidR="007D348C">
              <w:rPr>
                <w:noProof/>
                <w:webHidden/>
              </w:rPr>
              <w:t>5</w:t>
            </w:r>
            <w:r w:rsidR="007D348C">
              <w:rPr>
                <w:noProof/>
                <w:webHidden/>
              </w:rPr>
              <w:fldChar w:fldCharType="end"/>
            </w:r>
          </w:hyperlink>
        </w:p>
        <w:p w14:paraId="6719EEE0" w14:textId="5BF7CDAD" w:rsidR="007D348C" w:rsidRDefault="000366D6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2986594" w:history="1">
            <w:r w:rsidR="007D348C" w:rsidRPr="004E1DA6">
              <w:rPr>
                <w:rStyle w:val="Hypertextovodkaz"/>
                <w:noProof/>
              </w:rPr>
              <w:t>Kapitola 5.</w:t>
            </w:r>
            <w:r w:rsidR="007D348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D348C" w:rsidRPr="004E1DA6">
              <w:rPr>
                <w:rStyle w:val="Hypertextovodkaz"/>
                <w:noProof/>
              </w:rPr>
              <w:t>Čestné prohlášení o splnění technické kvalifikace</w:t>
            </w:r>
            <w:r w:rsidR="007D348C">
              <w:rPr>
                <w:noProof/>
                <w:webHidden/>
              </w:rPr>
              <w:tab/>
            </w:r>
            <w:r w:rsidR="007D348C">
              <w:rPr>
                <w:noProof/>
                <w:webHidden/>
              </w:rPr>
              <w:fldChar w:fldCharType="begin"/>
            </w:r>
            <w:r w:rsidR="007D348C">
              <w:rPr>
                <w:noProof/>
                <w:webHidden/>
              </w:rPr>
              <w:instrText xml:space="preserve"> PAGEREF _Toc142986594 \h </w:instrText>
            </w:r>
            <w:r w:rsidR="007D348C">
              <w:rPr>
                <w:noProof/>
                <w:webHidden/>
              </w:rPr>
            </w:r>
            <w:r w:rsidR="007D348C">
              <w:rPr>
                <w:noProof/>
                <w:webHidden/>
              </w:rPr>
              <w:fldChar w:fldCharType="separate"/>
            </w:r>
            <w:r w:rsidR="007D348C">
              <w:rPr>
                <w:noProof/>
                <w:webHidden/>
              </w:rPr>
              <w:t>6</w:t>
            </w:r>
            <w:r w:rsidR="007D348C">
              <w:rPr>
                <w:noProof/>
                <w:webHidden/>
              </w:rPr>
              <w:fldChar w:fldCharType="end"/>
            </w:r>
          </w:hyperlink>
        </w:p>
        <w:p w14:paraId="68EDFEBC" w14:textId="53E0EE55" w:rsidR="007D348C" w:rsidRDefault="000366D6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2986595" w:history="1">
            <w:r w:rsidR="007D348C" w:rsidRPr="004E1DA6">
              <w:rPr>
                <w:rStyle w:val="Hypertextovodkaz"/>
                <w:noProof/>
              </w:rPr>
              <w:t>Kapitola 6.</w:t>
            </w:r>
            <w:r w:rsidR="007D348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D348C" w:rsidRPr="004E1DA6">
              <w:rPr>
                <w:rStyle w:val="Hypertextovodkaz"/>
                <w:noProof/>
              </w:rPr>
              <w:t>Seznam osob</w:t>
            </w:r>
            <w:r w:rsidR="007D348C">
              <w:rPr>
                <w:noProof/>
                <w:webHidden/>
              </w:rPr>
              <w:tab/>
            </w:r>
            <w:r w:rsidR="007D348C">
              <w:rPr>
                <w:noProof/>
                <w:webHidden/>
              </w:rPr>
              <w:fldChar w:fldCharType="begin"/>
            </w:r>
            <w:r w:rsidR="007D348C">
              <w:rPr>
                <w:noProof/>
                <w:webHidden/>
              </w:rPr>
              <w:instrText xml:space="preserve"> PAGEREF _Toc142986595 \h </w:instrText>
            </w:r>
            <w:r w:rsidR="007D348C">
              <w:rPr>
                <w:noProof/>
                <w:webHidden/>
              </w:rPr>
            </w:r>
            <w:r w:rsidR="007D348C">
              <w:rPr>
                <w:noProof/>
                <w:webHidden/>
              </w:rPr>
              <w:fldChar w:fldCharType="separate"/>
            </w:r>
            <w:r w:rsidR="007D348C">
              <w:rPr>
                <w:noProof/>
                <w:webHidden/>
              </w:rPr>
              <w:t>7</w:t>
            </w:r>
            <w:r w:rsidR="007D348C">
              <w:rPr>
                <w:noProof/>
                <w:webHidden/>
              </w:rPr>
              <w:fldChar w:fldCharType="end"/>
            </w:r>
          </w:hyperlink>
        </w:p>
        <w:p w14:paraId="0D5259B4" w14:textId="13DF1A4A" w:rsidR="007D348C" w:rsidRDefault="000366D6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2986596" w:history="1">
            <w:r w:rsidR="007D348C" w:rsidRPr="004E1DA6">
              <w:rPr>
                <w:rStyle w:val="Hypertextovodkaz"/>
                <w:noProof/>
              </w:rPr>
              <w:t>Kapitola 7.</w:t>
            </w:r>
            <w:r w:rsidR="007D348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D348C" w:rsidRPr="004E1DA6">
              <w:rPr>
                <w:rStyle w:val="Hypertextovodkaz"/>
                <w:noProof/>
              </w:rPr>
              <w:t>Čestné prohlášení o ekonomické kvalifikaci</w:t>
            </w:r>
            <w:r w:rsidR="007D348C">
              <w:rPr>
                <w:noProof/>
                <w:webHidden/>
              </w:rPr>
              <w:tab/>
            </w:r>
            <w:r w:rsidR="007D348C">
              <w:rPr>
                <w:noProof/>
                <w:webHidden/>
              </w:rPr>
              <w:fldChar w:fldCharType="begin"/>
            </w:r>
            <w:r w:rsidR="007D348C">
              <w:rPr>
                <w:noProof/>
                <w:webHidden/>
              </w:rPr>
              <w:instrText xml:space="preserve"> PAGEREF _Toc142986596 \h </w:instrText>
            </w:r>
            <w:r w:rsidR="007D348C">
              <w:rPr>
                <w:noProof/>
                <w:webHidden/>
              </w:rPr>
            </w:r>
            <w:r w:rsidR="007D348C">
              <w:rPr>
                <w:noProof/>
                <w:webHidden/>
              </w:rPr>
              <w:fldChar w:fldCharType="separate"/>
            </w:r>
            <w:r w:rsidR="007D348C">
              <w:rPr>
                <w:noProof/>
                <w:webHidden/>
              </w:rPr>
              <w:t>8</w:t>
            </w:r>
            <w:r w:rsidR="007D348C">
              <w:rPr>
                <w:noProof/>
                <w:webHidden/>
              </w:rPr>
              <w:fldChar w:fldCharType="end"/>
            </w:r>
          </w:hyperlink>
        </w:p>
        <w:p w14:paraId="2B47F4FB" w14:textId="6865302E" w:rsidR="007D348C" w:rsidRDefault="000366D6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2986597" w:history="1">
            <w:r w:rsidR="007D348C" w:rsidRPr="004E1DA6">
              <w:rPr>
                <w:rStyle w:val="Hypertextovodkaz"/>
                <w:rFonts w:eastAsia="Times New Roman"/>
                <w:noProof/>
              </w:rPr>
              <w:t>Kapitola 8.</w:t>
            </w:r>
            <w:r w:rsidR="007D348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D348C" w:rsidRPr="004E1DA6">
              <w:rPr>
                <w:rStyle w:val="Hypertextovodkaz"/>
                <w:noProof/>
              </w:rPr>
              <w:t>Čestné</w:t>
            </w:r>
            <w:r w:rsidR="007D348C" w:rsidRPr="004E1DA6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7D348C">
              <w:rPr>
                <w:noProof/>
                <w:webHidden/>
              </w:rPr>
              <w:tab/>
            </w:r>
            <w:r w:rsidR="007D348C">
              <w:rPr>
                <w:noProof/>
                <w:webHidden/>
              </w:rPr>
              <w:tab/>
            </w:r>
            <w:r w:rsidR="007D348C">
              <w:rPr>
                <w:noProof/>
                <w:webHidden/>
              </w:rPr>
              <w:fldChar w:fldCharType="begin"/>
            </w:r>
            <w:r w:rsidR="007D348C">
              <w:rPr>
                <w:noProof/>
                <w:webHidden/>
              </w:rPr>
              <w:instrText xml:space="preserve"> PAGEREF _Toc142986597 \h </w:instrText>
            </w:r>
            <w:r w:rsidR="007D348C">
              <w:rPr>
                <w:noProof/>
                <w:webHidden/>
              </w:rPr>
            </w:r>
            <w:r w:rsidR="007D348C">
              <w:rPr>
                <w:noProof/>
                <w:webHidden/>
              </w:rPr>
              <w:fldChar w:fldCharType="separate"/>
            </w:r>
            <w:r w:rsidR="007D348C">
              <w:rPr>
                <w:noProof/>
                <w:webHidden/>
              </w:rPr>
              <w:t>9</w:t>
            </w:r>
            <w:r w:rsidR="007D348C">
              <w:rPr>
                <w:noProof/>
                <w:webHidden/>
              </w:rPr>
              <w:fldChar w:fldCharType="end"/>
            </w:r>
          </w:hyperlink>
        </w:p>
        <w:p w14:paraId="028E0992" w14:textId="25803ECD" w:rsidR="007D348C" w:rsidRDefault="000366D6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2986598" w:history="1">
            <w:r w:rsidR="007D348C" w:rsidRPr="004E1DA6">
              <w:rPr>
                <w:rStyle w:val="Hypertextovodkaz"/>
                <w:rFonts w:eastAsia="Times New Roman"/>
                <w:noProof/>
              </w:rPr>
              <w:t>Kapitola 9.</w:t>
            </w:r>
            <w:r w:rsidR="007D348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D348C" w:rsidRPr="004E1DA6">
              <w:rPr>
                <w:rStyle w:val="Hypertextovodkaz"/>
                <w:noProof/>
              </w:rPr>
              <w:t>Čestné</w:t>
            </w:r>
            <w:r w:rsidR="007D348C" w:rsidRPr="004E1DA6">
              <w:rPr>
                <w:rStyle w:val="Hypertextovodkaz"/>
                <w:rFonts w:eastAsia="Times New Roman"/>
                <w:noProof/>
              </w:rPr>
              <w:t xml:space="preserve"> prohlášení o poddodavatelích</w:t>
            </w:r>
            <w:r w:rsidR="007D348C">
              <w:rPr>
                <w:noProof/>
                <w:webHidden/>
              </w:rPr>
              <w:tab/>
            </w:r>
            <w:r w:rsidR="007D348C">
              <w:rPr>
                <w:noProof/>
                <w:webHidden/>
              </w:rPr>
              <w:fldChar w:fldCharType="begin"/>
            </w:r>
            <w:r w:rsidR="007D348C">
              <w:rPr>
                <w:noProof/>
                <w:webHidden/>
              </w:rPr>
              <w:instrText xml:space="preserve"> PAGEREF _Toc142986598 \h </w:instrText>
            </w:r>
            <w:r w:rsidR="007D348C">
              <w:rPr>
                <w:noProof/>
                <w:webHidden/>
              </w:rPr>
            </w:r>
            <w:r w:rsidR="007D348C">
              <w:rPr>
                <w:noProof/>
                <w:webHidden/>
              </w:rPr>
              <w:fldChar w:fldCharType="separate"/>
            </w:r>
            <w:r w:rsidR="007D348C">
              <w:rPr>
                <w:noProof/>
                <w:webHidden/>
              </w:rPr>
              <w:t>10</w:t>
            </w:r>
            <w:r w:rsidR="007D348C">
              <w:rPr>
                <w:noProof/>
                <w:webHidden/>
              </w:rPr>
              <w:fldChar w:fldCharType="end"/>
            </w:r>
          </w:hyperlink>
        </w:p>
        <w:p w14:paraId="1E11C4FD" w14:textId="0EB86280" w:rsidR="007D348C" w:rsidRDefault="000366D6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2986599" w:history="1">
            <w:r w:rsidR="007D348C" w:rsidRPr="004E1DA6">
              <w:rPr>
                <w:rStyle w:val="Hypertextovodkaz"/>
                <w:rFonts w:eastAsia="Times New Roman"/>
                <w:noProof/>
              </w:rPr>
              <w:t>Kapitola 10.</w:t>
            </w:r>
            <w:r w:rsidR="007D348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D348C" w:rsidRPr="004E1DA6">
              <w:rPr>
                <w:rStyle w:val="Hypertextovodkaz"/>
                <w:noProof/>
              </w:rPr>
              <w:t>Seznam zaměstnanců účastníka, u kterých je požadována odborná způsobilost v souladu s předpisem SŽ Zam1</w:t>
            </w:r>
            <w:r w:rsidR="007D348C">
              <w:rPr>
                <w:noProof/>
                <w:webHidden/>
              </w:rPr>
              <w:tab/>
            </w:r>
            <w:r w:rsidR="007D348C">
              <w:rPr>
                <w:noProof/>
                <w:webHidden/>
              </w:rPr>
              <w:fldChar w:fldCharType="begin"/>
            </w:r>
            <w:r w:rsidR="007D348C">
              <w:rPr>
                <w:noProof/>
                <w:webHidden/>
              </w:rPr>
              <w:instrText xml:space="preserve"> PAGEREF _Toc142986599 \h </w:instrText>
            </w:r>
            <w:r w:rsidR="007D348C">
              <w:rPr>
                <w:noProof/>
                <w:webHidden/>
              </w:rPr>
            </w:r>
            <w:r w:rsidR="007D348C">
              <w:rPr>
                <w:noProof/>
                <w:webHidden/>
              </w:rPr>
              <w:fldChar w:fldCharType="separate"/>
            </w:r>
            <w:r w:rsidR="007D348C">
              <w:rPr>
                <w:noProof/>
                <w:webHidden/>
              </w:rPr>
              <w:t>11</w:t>
            </w:r>
            <w:r w:rsidR="007D348C">
              <w:rPr>
                <w:noProof/>
                <w:webHidden/>
              </w:rPr>
              <w:fldChar w:fldCharType="end"/>
            </w:r>
          </w:hyperlink>
        </w:p>
        <w:p w14:paraId="758D8A79" w14:textId="0CF64FF9" w:rsidR="007D348C" w:rsidRDefault="000366D6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2986601" w:history="1">
            <w:r w:rsidR="007D348C" w:rsidRPr="004E1DA6">
              <w:rPr>
                <w:rStyle w:val="Hypertextovodkaz"/>
                <w:noProof/>
                <w:lang w:eastAsia="cs-CZ"/>
              </w:rPr>
              <w:t>Kapitola 11.</w:t>
            </w:r>
            <w:r w:rsidR="007D348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D348C" w:rsidRPr="004E1DA6">
              <w:rPr>
                <w:rStyle w:val="Hypertextovodkaz"/>
                <w:noProof/>
              </w:rPr>
              <w:t>Čestné</w:t>
            </w:r>
            <w:r w:rsidR="007D348C" w:rsidRPr="004E1DA6">
              <w:rPr>
                <w:rStyle w:val="Hypertextovodkaz"/>
                <w:rFonts w:eastAsia="Times New Roman"/>
                <w:noProof/>
              </w:rPr>
              <w:t xml:space="preserve"> prohlášení o oprávnění ke vstupu do provozované železniční dopravní cesty</w:t>
            </w:r>
            <w:r w:rsidR="007D348C">
              <w:rPr>
                <w:noProof/>
                <w:webHidden/>
              </w:rPr>
              <w:tab/>
            </w:r>
            <w:r w:rsidR="007D348C">
              <w:rPr>
                <w:noProof/>
                <w:webHidden/>
              </w:rPr>
              <w:tab/>
            </w:r>
            <w:r w:rsidR="007D348C">
              <w:rPr>
                <w:noProof/>
                <w:webHidden/>
              </w:rPr>
              <w:fldChar w:fldCharType="begin"/>
            </w:r>
            <w:r w:rsidR="007D348C">
              <w:rPr>
                <w:noProof/>
                <w:webHidden/>
              </w:rPr>
              <w:instrText xml:space="preserve"> PAGEREF _Toc142986601 \h </w:instrText>
            </w:r>
            <w:r w:rsidR="007D348C">
              <w:rPr>
                <w:noProof/>
                <w:webHidden/>
              </w:rPr>
            </w:r>
            <w:r w:rsidR="007D348C">
              <w:rPr>
                <w:noProof/>
                <w:webHidden/>
              </w:rPr>
              <w:fldChar w:fldCharType="separate"/>
            </w:r>
            <w:r w:rsidR="007D348C">
              <w:rPr>
                <w:noProof/>
                <w:webHidden/>
              </w:rPr>
              <w:t>12</w:t>
            </w:r>
            <w:r w:rsidR="007D348C">
              <w:rPr>
                <w:noProof/>
                <w:webHidden/>
              </w:rPr>
              <w:fldChar w:fldCharType="end"/>
            </w:r>
          </w:hyperlink>
        </w:p>
        <w:p w14:paraId="218BAFDF" w14:textId="435B2881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  <w:bookmarkStart w:id="1" w:name="_GoBack"/>
      <w:bookmarkEnd w:id="1"/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2" w:name="_Toc142986590"/>
      <w:r>
        <w:lastRenderedPageBreak/>
        <w:t>Základní údaje k nabídce</w:t>
      </w:r>
      <w:bookmarkEnd w:id="2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EA444A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4F2B572B" w:rsidR="008B1A2C" w:rsidRPr="00EA444A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EA444A" w:rsidRPr="00EA444A">
        <w:rPr>
          <w:rFonts w:eastAsia="Times New Roman" w:cs="Times New Roman"/>
          <w:lang w:eastAsia="cs-CZ"/>
        </w:rPr>
        <w:t>Zakázku zadává organizační jednotka zadavatele:</w:t>
      </w:r>
    </w:p>
    <w:p w14:paraId="4CBBE62A" w14:textId="3B52C00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Oblastní ředitelství Ústí nad Labem</w:t>
      </w:r>
    </w:p>
    <w:p w14:paraId="709DFDE6" w14:textId="388498A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Ústí nad Labem, Železničářská 1386/31, PSČ 400 03</w:t>
      </w:r>
    </w:p>
    <w:p w14:paraId="446E7E22" w14:textId="1CD068B0" w:rsidR="00966FEF" w:rsidRDefault="00EA444A" w:rsidP="00966FEF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Zastoupená </w:t>
      </w:r>
      <w:r w:rsidR="00966FEF">
        <w:t>Ing. Martinem Kašparem, ředitelem organizační jednotky,</w:t>
      </w:r>
    </w:p>
    <w:p w14:paraId="51E167B5" w14:textId="5DE9B0D9" w:rsidR="00EA444A" w:rsidRDefault="00966FEF" w:rsidP="00966FEF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b/>
          <w:lang w:eastAsia="cs-CZ"/>
        </w:rPr>
      </w:pPr>
      <w:r>
        <w:t>na základě pověření č. 2652 ze dne 22. 02. 2019</w:t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33C7C2D9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 w:rsidRPr="00966FEF">
        <w:t>Výzvy k podání nabíd</w:t>
      </w:r>
      <w:r w:rsidR="004C76E9" w:rsidRPr="00966FEF">
        <w:t>ky</w:t>
      </w:r>
      <w:r w:rsidRPr="00966FEF">
        <w:t xml:space="preserve"> na veřejnou zakázku zadávanou</w:t>
      </w:r>
      <w:r w:rsidR="004C76E9" w:rsidRPr="00966FEF">
        <w:t xml:space="preserve"> jako </w:t>
      </w:r>
      <w:r w:rsidR="000128D4" w:rsidRPr="00966FEF">
        <w:rPr>
          <w:rFonts w:eastAsia="Times New Roman" w:cs="Times New Roman"/>
          <w:lang w:eastAsia="cs-CZ"/>
        </w:rPr>
        <w:t>podlimitní sektorovou veřejnou zakázku</w:t>
      </w:r>
      <w:r w:rsidRPr="00966FEF">
        <w:t>, jsou pravdivé</w:t>
      </w:r>
      <w:r w:rsidR="009771C9" w:rsidRPr="00966FEF">
        <w:t>, úplné a odpovídají skutečnosti</w:t>
      </w:r>
      <w:r w:rsidRPr="00966FEF">
        <w:t>. Účastník si je vědom důsledků záměrného uvedení</w:t>
      </w:r>
      <w:r>
        <w:t xml:space="preserve">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D78124" w14:textId="6B29EB55" w:rsidR="00966FEF" w:rsidRDefault="00966FEF" w:rsidP="00966FEF">
      <w:r>
        <w:t>Celková nabídková cena za předmět plnění v Kč bez DPH</w:t>
      </w:r>
      <w:r>
        <w:tab/>
      </w:r>
      <w:r>
        <w:tab/>
      </w:r>
      <w:r w:rsidRPr="00966FEF">
        <w:rPr>
          <w:highlight w:val="yellow"/>
        </w:rPr>
        <w:t>[VLOŽÍ ÚČASTNÍK]</w:t>
      </w:r>
    </w:p>
    <w:p w14:paraId="5F8219E4" w14:textId="77777777" w:rsidR="00966FEF" w:rsidRDefault="00966FEF" w:rsidP="00966FEF">
      <w:r>
        <w:t>celkem DPH: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66FEF">
        <w:rPr>
          <w:highlight w:val="yellow"/>
        </w:rPr>
        <w:t>[VLOŽÍ ÚČASTNÍK]</w:t>
      </w:r>
    </w:p>
    <w:p w14:paraId="072BE9B8" w14:textId="10E84983" w:rsidR="00966FEF" w:rsidRDefault="00966FEF" w:rsidP="00966FEF">
      <w:r>
        <w:t>Celková nabídková cena za</w:t>
      </w:r>
      <w:r w:rsidR="005E6EA1">
        <w:t xml:space="preserve"> </w:t>
      </w:r>
      <w:r>
        <w:t>předmět plnění v Kč včetně DPH:</w:t>
      </w:r>
      <w:r>
        <w:tab/>
      </w:r>
      <w:r w:rsidR="005E6EA1">
        <w:tab/>
      </w:r>
      <w:r w:rsidRPr="00966FEF">
        <w:rPr>
          <w:highlight w:val="yellow"/>
        </w:rPr>
        <w:t>[VLOŽÍ ÚČASTNÍK]</w:t>
      </w:r>
    </w:p>
    <w:p w14:paraId="57415317" w14:textId="77777777" w:rsidR="00966FEF" w:rsidRDefault="00966FEF" w:rsidP="00966FEF">
      <w:pPr>
        <w:rPr>
          <w:b/>
        </w:rPr>
      </w:pPr>
    </w:p>
    <w:p w14:paraId="2915FC32" w14:textId="3AB1EF97" w:rsidR="008B1A2C" w:rsidRPr="008B1A2C" w:rsidRDefault="00C228EE" w:rsidP="00966FEF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0366D6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0366D6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3" w:name="_Toc142986591"/>
      <w:r w:rsidRPr="006E5C6C">
        <w:t>Čestné prohlášení o splnění</w:t>
      </w:r>
      <w:r w:rsidRPr="006E5C6C">
        <w:br/>
        <w:t>základní způsobilosti</w:t>
      </w:r>
      <w:bookmarkEnd w:id="3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4" w:name="_Toc142986592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4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EA444A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</w:t>
      </w:r>
      <w:proofErr w:type="gramStart"/>
      <w:r w:rsidRPr="00A327CB">
        <w:rPr>
          <w:rFonts w:eastAsia="Calibri" w:cs="Times New Roman"/>
        </w:rPr>
        <w:t>4b</w:t>
      </w:r>
      <w:proofErr w:type="gramEnd"/>
      <w:r w:rsidRPr="00A327CB">
        <w:rPr>
          <w:rFonts w:eastAsia="Calibri" w:cs="Times New Roman"/>
        </w:rPr>
        <w:t xml:space="preserve">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5" w:name="_Toc142986593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5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6" w:name="_Toc142986594"/>
      <w:r w:rsidRPr="00E85D44">
        <w:lastRenderedPageBreak/>
        <w:t>Čestné prohlášení o splnění technické kvalifikace</w:t>
      </w:r>
      <w:bookmarkEnd w:id="6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2215E86A" w14:textId="586829C0" w:rsidR="00E85D44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  <w:r w:rsidRPr="00255BA3">
        <w:rPr>
          <w:rFonts w:eastAsia="Times New Roman" w:cs="Times New Roman"/>
          <w:lang w:eastAsia="cs-CZ"/>
        </w:rPr>
        <w:t>Zadavatel nepožaduje</w:t>
      </w:r>
      <w:r>
        <w:rPr>
          <w:rFonts w:eastAsia="Times New Roman" w:cs="Times New Roman"/>
          <w:lang w:eastAsia="cs-CZ"/>
        </w:rPr>
        <w:t>.</w:t>
      </w:r>
    </w:p>
    <w:p w14:paraId="2F169932" w14:textId="10FFE2F7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3B2E25D" w14:textId="7E7E1577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60A68A5" w14:textId="31972CA1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F97DE5B" w14:textId="0AF2FF33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7350EB6" w14:textId="3B6FE390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E79CD53" w14:textId="619F8D32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0F8A1DD" w14:textId="3997619D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F889CBF" w14:textId="6D3C1DED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6550210" w14:textId="5D4C446A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1E974B1" w14:textId="7C2DA1C2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DA37BF8" w14:textId="3D74C599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3CD54E6" w14:textId="45856887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A07EF77" w14:textId="43AF34B7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3863B08" w14:textId="153F74EF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E75A30E" w14:textId="0D3ECCBC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D4104D7" w14:textId="557467FF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DC68B48" w14:textId="1C27FFFF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5949C2C" w14:textId="51D10748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B1140D4" w14:textId="48B0ADF4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D0E3518" w14:textId="725E5C44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90693D7" w14:textId="7D745499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2DE7AA0" w14:textId="5D0D126E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988E69E" w14:textId="3E6B0EA4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C1D7A47" w14:textId="06861A0B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1A1C8C6" w14:textId="034AD234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86EC764" w14:textId="686CA1F2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A8DAE63" w14:textId="706FB7F0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8F06F2C" w14:textId="6C23C178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2C20E9B" w14:textId="461E8744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C3805F6" w14:textId="56F9D56D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97D9E26" w14:textId="27EE3EAA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9E6C091" w14:textId="391F8684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97838A5" w14:textId="2A642B7C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FE505B8" w14:textId="4A9FD4B2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0AF9058" w14:textId="636327EF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DFFE7CB" w14:textId="0D6C4D23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ED7EAE5" w14:textId="0C5B08FE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B74BBC9" w14:textId="6854DABE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A58AB3A" w14:textId="56ADA1BE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E22CF69" w14:textId="787BE3BB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3DC6F0D" w14:textId="7A9D11C6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6BFC0C7" w14:textId="35538935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0C373EB" w14:textId="4542EB04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33EE0D4" w14:textId="0E43FFD5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1BA478C" w14:textId="4257B667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9FD6084" w14:textId="486C6C4A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2831F8A" w14:textId="7B5D9DA3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175725F" w14:textId="21B19688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4E8A816" w14:textId="5C85352C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D55C960" w14:textId="5F1B5365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65B3CB5" w14:textId="6534BE9F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381D5EB" w14:textId="16F87164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422B4B6" w14:textId="527B8A79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87C346C" w14:textId="7FF405B9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F8C7906" w14:textId="5B0BCDE5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EE6A78D" w14:textId="77777777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A5C075C" w14:textId="77777777" w:rsidR="00255BA3" w:rsidRDefault="00255BA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7" w:name="_Toc58876012"/>
      <w:bookmarkStart w:id="8" w:name="_Toc142986595"/>
      <w:r>
        <w:lastRenderedPageBreak/>
        <w:t>Seznam osob</w:t>
      </w:r>
      <w:bookmarkEnd w:id="7"/>
      <w:bookmarkEnd w:id="8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32A27CB1" w14:textId="7016A747" w:rsidR="000128D4" w:rsidRDefault="00255BA3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Zadavatel nepožaduje.</w:t>
      </w:r>
      <w:r w:rsidR="000128D4">
        <w:rPr>
          <w:rFonts w:eastAsia="Times New Roman" w:cs="Times New Roman"/>
          <w:lang w:eastAsia="cs-CZ"/>
        </w:rPr>
        <w:br w:type="page"/>
      </w:r>
    </w:p>
    <w:p w14:paraId="1E966E17" w14:textId="614A631A" w:rsidR="000128D4" w:rsidRPr="000128D4" w:rsidRDefault="000128D4" w:rsidP="00F44645">
      <w:pPr>
        <w:pStyle w:val="Nadpis2"/>
        <w:numPr>
          <w:ilvl w:val="0"/>
          <w:numId w:val="34"/>
        </w:numPr>
      </w:pPr>
      <w:bookmarkStart w:id="9" w:name="_Toc142986596"/>
      <w:r w:rsidRPr="000128D4">
        <w:lastRenderedPageBreak/>
        <w:t>Čestné prohlášení o ekonomické kvalifikaci</w:t>
      </w:r>
      <w:bookmarkEnd w:id="9"/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40B768D1" w14:textId="5FFA0210" w:rsidR="000128D4" w:rsidRDefault="00255BA3" w:rsidP="000128D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>
        <w:t>Zadavatel nepožaduje.</w:t>
      </w:r>
    </w:p>
    <w:p w14:paraId="573D030D" w14:textId="77777777" w:rsidR="000128D4" w:rsidRPr="00FE59C5" w:rsidRDefault="000128D4" w:rsidP="000128D4"/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77777777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10" w:name="_Toc142986597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10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4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5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6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68627C4B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C8EDC3D" w14:textId="77777777" w:rsidR="00F86FD9" w:rsidRDefault="00F86FD9" w:rsidP="00F86FD9">
      <w:pPr>
        <w:pStyle w:val="Nadpis2"/>
        <w:numPr>
          <w:ilvl w:val="0"/>
          <w:numId w:val="39"/>
        </w:numPr>
        <w:spacing w:line="240" w:lineRule="auto"/>
        <w:jc w:val="both"/>
        <w:rPr>
          <w:rFonts w:eastAsia="Times New Roman"/>
        </w:rPr>
      </w:pPr>
      <w:bookmarkStart w:id="11" w:name="_Toc115422087"/>
      <w:bookmarkStart w:id="12" w:name="_Toc142986598"/>
      <w:r w:rsidRPr="002126E7">
        <w:lastRenderedPageBreak/>
        <w:t>Čestné</w:t>
      </w:r>
      <w:r w:rsidRPr="00364FF2">
        <w:rPr>
          <w:rFonts w:eastAsia="Times New Roman"/>
        </w:rPr>
        <w:t xml:space="preserve"> prohlášení o poddodavatelích</w:t>
      </w:r>
      <w:bookmarkEnd w:id="11"/>
      <w:bookmarkEnd w:id="12"/>
      <w:r w:rsidRPr="00364FF2">
        <w:rPr>
          <w:rFonts w:eastAsia="Times New Roman"/>
        </w:rPr>
        <w:t xml:space="preserve"> </w:t>
      </w:r>
    </w:p>
    <w:p w14:paraId="3FA40E58" w14:textId="77777777" w:rsidR="00F86FD9" w:rsidRPr="00364FF2" w:rsidRDefault="00F86FD9" w:rsidP="00F86FD9">
      <w:pPr>
        <w:rPr>
          <w:lang w:eastAsia="cs-CZ"/>
        </w:rPr>
      </w:pPr>
    </w:p>
    <w:p w14:paraId="71422AAE" w14:textId="5AE41D49" w:rsidR="00F86FD9" w:rsidRDefault="00EA444A" w:rsidP="00F86FD9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Účastník, </w:t>
      </w:r>
      <w:r w:rsidR="00F86FD9">
        <w:rPr>
          <w:rFonts w:ascii="Verdana" w:hAnsi="Verdana"/>
        </w:rPr>
        <w:t xml:space="preserve">který podává </w:t>
      </w:r>
      <w:r>
        <w:rPr>
          <w:rFonts w:ascii="Verdana" w:hAnsi="Verdana"/>
        </w:rPr>
        <w:t xml:space="preserve">tuto </w:t>
      </w:r>
      <w:r w:rsidR="00F86FD9">
        <w:rPr>
          <w:rFonts w:ascii="Verdana" w:hAnsi="Verdana"/>
        </w:rPr>
        <w:t>nabídku, tímto čestně prohlašuje, že</w:t>
      </w:r>
      <w:r w:rsidR="00F86FD9">
        <w:rPr>
          <w:rStyle w:val="Znakapoznpodarou"/>
          <w:rFonts w:ascii="Verdana" w:hAnsi="Verdana"/>
        </w:rPr>
        <w:footnoteReference w:id="7"/>
      </w:r>
      <w:r w:rsidR="00F86FD9">
        <w:rPr>
          <w:rFonts w:ascii="Verdana" w:hAnsi="Verdana"/>
        </w:rPr>
        <w:t>:</w:t>
      </w:r>
    </w:p>
    <w:bookmarkStart w:id="13" w:name="Zaškrtávací1"/>
    <w:p w14:paraId="126C56C4" w14:textId="52ECD5F9" w:rsidR="00F86FD9" w:rsidRDefault="00F86FD9" w:rsidP="00F86FD9">
      <w:pPr>
        <w:ind w:left="708" w:hanging="708"/>
        <w:jc w:val="both"/>
        <w:rPr>
          <w:rFonts w:ascii="Verdana" w:hAnsi="Verdana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 w:rsidR="000366D6">
        <w:fldChar w:fldCharType="separate"/>
      </w:r>
      <w:r>
        <w:fldChar w:fldCharType="end"/>
      </w:r>
      <w:bookmarkEnd w:id="13"/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255BA3" w:rsidRPr="00255BA3">
        <w:rPr>
          <w:rFonts w:ascii="Verdana" w:hAnsi="Verdana"/>
          <w:b/>
          <w:bCs/>
        </w:rPr>
        <w:t>Nákup tuhých paliv pro spalování v energetických zdrojích v obvodu OŘ Ústí nad Labem v období do 31.12.2023</w:t>
      </w:r>
      <w:r>
        <w:rPr>
          <w:rFonts w:ascii="Verdana" w:hAnsi="Verdana"/>
        </w:rPr>
        <w:t>“ nepoužije žádné poddodavatele</w:t>
      </w:r>
      <w:r>
        <w:rPr>
          <w:rStyle w:val="Znakapoznpodarou"/>
          <w:rFonts w:ascii="Verdana" w:hAnsi="Verdana"/>
        </w:rPr>
        <w:footnoteReference w:id="8"/>
      </w:r>
      <w:r>
        <w:rPr>
          <w:rFonts w:ascii="Verdana" w:hAnsi="Verdana"/>
        </w:rPr>
        <w:t xml:space="preserve">. </w:t>
      </w:r>
    </w:p>
    <w:p w14:paraId="614952ED" w14:textId="3E87CB8F" w:rsidR="00F86FD9" w:rsidRDefault="00F86FD9" w:rsidP="00F86FD9">
      <w:pPr>
        <w:tabs>
          <w:tab w:val="num" w:pos="360"/>
        </w:tabs>
        <w:ind w:left="708" w:hanging="708"/>
        <w:jc w:val="both"/>
        <w:rPr>
          <w:rFonts w:ascii="Verdana" w:hAnsi="Verdana"/>
        </w:rPr>
      </w:pPr>
      <w:r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 w:rsidR="000366D6">
        <w:rPr>
          <w:rFonts w:ascii="Verdana" w:hAnsi="Verdana"/>
        </w:rPr>
      </w:r>
      <w:r w:rsidR="000366D6">
        <w:rPr>
          <w:rFonts w:ascii="Verdana" w:hAnsi="Verdana"/>
        </w:rPr>
        <w:fldChar w:fldCharType="separate"/>
      </w:r>
      <w:r>
        <w:rPr>
          <w:rFonts w:ascii="Verdana" w:hAnsi="Verdana"/>
        </w:rPr>
        <w:fldChar w:fldCharType="end"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255BA3" w:rsidRPr="00255BA3">
        <w:rPr>
          <w:rFonts w:ascii="Verdana" w:hAnsi="Verdana"/>
          <w:b/>
          <w:bCs/>
        </w:rPr>
        <w:t>Nákup tuhých paliv pro spalování v energetických zdrojích v obvodu OŘ Ústí nad Labem v období do 31.12.2023</w:t>
      </w:r>
      <w:r>
        <w:rPr>
          <w:rFonts w:ascii="Verdana" w:hAnsi="Verdana"/>
        </w:rPr>
        <w:t>“ použije tyto poddodavatele:</w:t>
      </w:r>
    </w:p>
    <w:p w14:paraId="54FF3101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80"/>
        <w:gridCol w:w="5906"/>
      </w:tblGrid>
      <w:tr w:rsidR="00F86FD9" w14:paraId="103E6BD3" w14:textId="77777777" w:rsidTr="00E416ED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D07C436" w14:textId="77777777" w:rsidR="00F86FD9" w:rsidRDefault="00F86FD9" w:rsidP="00E416E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14:paraId="0DFF2516" w14:textId="77777777" w:rsidR="00F86FD9" w:rsidRDefault="00F86FD9" w:rsidP="00E416E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86FD9" w14:paraId="75AFC15F" w14:textId="77777777" w:rsidTr="00E416ED">
        <w:trPr>
          <w:cantSplit/>
        </w:trPr>
        <w:sdt>
          <w:sdtPr>
            <w:rPr>
              <w:rFonts w:ascii="Verdana" w:hAnsi="Verdana"/>
            </w:rPr>
            <w:id w:val="-646209514"/>
            <w:placeholder>
              <w:docPart w:val="0BD1018FEB8D43CB9D52E2F9495FF1A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5BB4549" w14:textId="77777777" w:rsidR="00F86FD9" w:rsidRDefault="00F86FD9" w:rsidP="00E416ED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776780806"/>
            <w:placeholder>
              <w:docPart w:val="65428E6DE9194E5387E153755E89B0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C5DCDDF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3CA1DA56" w14:textId="77777777" w:rsidTr="00E416ED">
        <w:trPr>
          <w:cantSplit/>
        </w:trPr>
        <w:sdt>
          <w:sdtPr>
            <w:rPr>
              <w:rFonts w:ascii="Verdana" w:hAnsi="Verdana"/>
            </w:rPr>
            <w:id w:val="550968649"/>
            <w:placeholder>
              <w:docPart w:val="3BD0F25702A2479682EA42111C29562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29A3FC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310978252"/>
            <w:placeholder>
              <w:docPart w:val="4EA141EA40974E7889EBCE53618FFF7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28DFFFA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13C215D" w14:textId="77777777" w:rsidTr="00E416ED">
        <w:trPr>
          <w:cantSplit/>
        </w:trPr>
        <w:sdt>
          <w:sdtPr>
            <w:rPr>
              <w:rFonts w:ascii="Verdana" w:hAnsi="Verdana"/>
            </w:rPr>
            <w:id w:val="-639029716"/>
            <w:placeholder>
              <w:docPart w:val="4ABEAB1C1D75492B87E99FAFD34CAFE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841D7C8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87273182"/>
            <w:placeholder>
              <w:docPart w:val="759443CFE69840499A54505DC3AE6A4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0FFD286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0C1FB7F" w14:textId="77777777" w:rsidTr="00E416ED">
        <w:trPr>
          <w:cantSplit/>
        </w:trPr>
        <w:sdt>
          <w:sdtPr>
            <w:rPr>
              <w:rFonts w:ascii="Verdana" w:hAnsi="Verdana"/>
            </w:rPr>
            <w:id w:val="-124620505"/>
            <w:placeholder>
              <w:docPart w:val="51B40D9DB7E0449F96C062ED23429E8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AD8DFF4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67756794"/>
            <w:placeholder>
              <w:docPart w:val="069F72DEC41846EDB36F5EEC4A661C1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D1459B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512F392" w14:textId="77777777" w:rsidTr="00E416ED">
        <w:trPr>
          <w:cantSplit/>
        </w:trPr>
        <w:sdt>
          <w:sdtPr>
            <w:rPr>
              <w:rFonts w:ascii="Verdana" w:hAnsi="Verdana"/>
            </w:rPr>
            <w:id w:val="-2085137432"/>
            <w:placeholder>
              <w:docPart w:val="9E072CE91767430CAA9D9F66555756D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CDA1E50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79504028"/>
            <w:placeholder>
              <w:docPart w:val="C3F732DF9FF94D63B17EAAE5B7A0D3D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6C9C18C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595F811C" w14:textId="77777777" w:rsidTr="00E416ED">
        <w:trPr>
          <w:cantSplit/>
        </w:trPr>
        <w:sdt>
          <w:sdtPr>
            <w:rPr>
              <w:rFonts w:ascii="Verdana" w:hAnsi="Verdana"/>
            </w:rPr>
            <w:id w:val="1993667343"/>
            <w:placeholder>
              <w:docPart w:val="A589BA781246449CBB8DA87AAFB3C1B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3170E77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5336816"/>
            <w:placeholder>
              <w:docPart w:val="C3D2F334D1974AA98D1D89B18047EBA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692D0C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4400FE29" w14:textId="77777777" w:rsidTr="00E416ED">
        <w:trPr>
          <w:cantSplit/>
        </w:trPr>
        <w:sdt>
          <w:sdtPr>
            <w:rPr>
              <w:rFonts w:ascii="Verdana" w:hAnsi="Verdana"/>
            </w:rPr>
            <w:id w:val="1086031411"/>
            <w:placeholder>
              <w:docPart w:val="D56A3AB9E81045F5A4F98BD29323BF4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FE8F8D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951428158"/>
            <w:placeholder>
              <w:docPart w:val="909C3C0DC3294D51935896771B67781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79E6E7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626D0630" w14:textId="77777777" w:rsidTr="00E416ED">
        <w:trPr>
          <w:cantSplit/>
        </w:trPr>
        <w:sdt>
          <w:sdtPr>
            <w:rPr>
              <w:rFonts w:ascii="Verdana" w:hAnsi="Verdana"/>
            </w:rPr>
            <w:id w:val="497931481"/>
            <w:placeholder>
              <w:docPart w:val="FC36EA2621E849D7A81FBB6297687589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5233B7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740838909"/>
            <w:placeholder>
              <w:docPart w:val="28CD3796040C4292BAC524A34C532B9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63AC420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0B9359E0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p w14:paraId="2EEB9236" w14:textId="77777777" w:rsidR="00F86FD9" w:rsidRDefault="00F86FD9" w:rsidP="00F86FD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1E54DF10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38FE1A31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40CCFAE0" w14:textId="77777777" w:rsidR="00F86FD9" w:rsidRDefault="00F86FD9" w:rsidP="002126E7">
      <w:pPr>
        <w:rPr>
          <w:lang w:eastAsia="cs-CZ"/>
        </w:rPr>
      </w:pPr>
    </w:p>
    <w:p w14:paraId="1B111040" w14:textId="77777777" w:rsidR="00F86FD9" w:rsidRDefault="00F86FD9" w:rsidP="002126E7">
      <w:pPr>
        <w:rPr>
          <w:lang w:eastAsia="cs-CZ"/>
        </w:rPr>
      </w:pPr>
    </w:p>
    <w:p w14:paraId="0A7BC2DC" w14:textId="77777777" w:rsidR="00F86FD9" w:rsidRDefault="00F86FD9" w:rsidP="002126E7">
      <w:pPr>
        <w:rPr>
          <w:lang w:eastAsia="cs-CZ"/>
        </w:rPr>
      </w:pPr>
    </w:p>
    <w:p w14:paraId="1791E1B7" w14:textId="4D849A21" w:rsidR="00F86FD9" w:rsidRDefault="00F86FD9" w:rsidP="002126E7">
      <w:pPr>
        <w:rPr>
          <w:lang w:eastAsia="cs-CZ"/>
        </w:rPr>
      </w:pPr>
    </w:p>
    <w:p w14:paraId="7319BA87" w14:textId="3D15C561" w:rsidR="000F5766" w:rsidRDefault="000F5766" w:rsidP="002126E7">
      <w:pPr>
        <w:rPr>
          <w:lang w:eastAsia="cs-CZ"/>
        </w:rPr>
      </w:pPr>
    </w:p>
    <w:p w14:paraId="377D6ADF" w14:textId="747408D2" w:rsidR="00CB377A" w:rsidRDefault="00CB377A" w:rsidP="00CB377A">
      <w:pPr>
        <w:pStyle w:val="Nadpis2"/>
        <w:numPr>
          <w:ilvl w:val="0"/>
          <w:numId w:val="39"/>
        </w:numPr>
        <w:spacing w:line="240" w:lineRule="auto"/>
        <w:ind w:left="2552" w:hanging="2192"/>
        <w:jc w:val="both"/>
        <w:rPr>
          <w:rFonts w:eastAsia="Times New Roman"/>
        </w:rPr>
      </w:pPr>
      <w:bookmarkStart w:id="14" w:name="_Toc142986599"/>
      <w:r>
        <w:lastRenderedPageBreak/>
        <w:t>Seznam zaměstnanců účastníka, u kterých je požadován</w:t>
      </w:r>
      <w:r w:rsidR="0067079F">
        <w:t>a</w:t>
      </w:r>
      <w:r>
        <w:t xml:space="preserve"> odborná způsobilost v souladu s předpisem SŽ Zam1</w:t>
      </w:r>
      <w:bookmarkEnd w:id="14"/>
      <w:r w:rsidRPr="00364FF2">
        <w:rPr>
          <w:rFonts w:eastAsia="Times New Roman"/>
        </w:rPr>
        <w:t xml:space="preserve"> </w:t>
      </w:r>
    </w:p>
    <w:p w14:paraId="6179C979" w14:textId="77777777" w:rsidR="00CB377A" w:rsidRPr="00364FF2" w:rsidRDefault="00CB377A" w:rsidP="00CB377A">
      <w:pPr>
        <w:rPr>
          <w:lang w:eastAsia="cs-CZ"/>
        </w:rPr>
      </w:pPr>
    </w:p>
    <w:p w14:paraId="0890D53E" w14:textId="0D9DB358" w:rsidR="00CB377A" w:rsidRDefault="00255BA3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  <w:bookmarkStart w:id="15" w:name="_Toc142986600"/>
      <w:r>
        <w:t>Zadavatel nepožaduje.</w:t>
      </w:r>
      <w:bookmarkEnd w:id="15"/>
    </w:p>
    <w:p w14:paraId="4595C905" w14:textId="2558E759" w:rsidR="00CB377A" w:rsidRDefault="00CB377A" w:rsidP="002126E7">
      <w:pPr>
        <w:rPr>
          <w:lang w:eastAsia="cs-CZ"/>
        </w:rPr>
      </w:pPr>
    </w:p>
    <w:p w14:paraId="5EB00BF6" w14:textId="75F5DD41" w:rsidR="00CB377A" w:rsidRDefault="00CB377A" w:rsidP="002126E7">
      <w:pPr>
        <w:rPr>
          <w:lang w:eastAsia="cs-CZ"/>
        </w:rPr>
      </w:pPr>
    </w:p>
    <w:p w14:paraId="7435FFD8" w14:textId="56A4FDC6" w:rsidR="00255BA3" w:rsidRDefault="00255BA3" w:rsidP="002126E7">
      <w:pPr>
        <w:rPr>
          <w:lang w:eastAsia="cs-CZ"/>
        </w:rPr>
      </w:pPr>
    </w:p>
    <w:p w14:paraId="12A87BF6" w14:textId="64A8367A" w:rsidR="00255BA3" w:rsidRDefault="00255BA3" w:rsidP="002126E7">
      <w:pPr>
        <w:rPr>
          <w:lang w:eastAsia="cs-CZ"/>
        </w:rPr>
      </w:pPr>
    </w:p>
    <w:p w14:paraId="243EC34F" w14:textId="16D77123" w:rsidR="00255BA3" w:rsidRDefault="00255BA3" w:rsidP="002126E7">
      <w:pPr>
        <w:rPr>
          <w:lang w:eastAsia="cs-CZ"/>
        </w:rPr>
      </w:pPr>
    </w:p>
    <w:p w14:paraId="621C1179" w14:textId="69D72CEA" w:rsidR="00255BA3" w:rsidRDefault="00255BA3" w:rsidP="002126E7">
      <w:pPr>
        <w:rPr>
          <w:lang w:eastAsia="cs-CZ"/>
        </w:rPr>
      </w:pPr>
    </w:p>
    <w:p w14:paraId="7EE304AA" w14:textId="6636F108" w:rsidR="00255BA3" w:rsidRDefault="00255BA3" w:rsidP="002126E7">
      <w:pPr>
        <w:rPr>
          <w:lang w:eastAsia="cs-CZ"/>
        </w:rPr>
      </w:pPr>
    </w:p>
    <w:p w14:paraId="64C9A2BC" w14:textId="2674F68B" w:rsidR="00255BA3" w:rsidRDefault="00255BA3" w:rsidP="002126E7">
      <w:pPr>
        <w:rPr>
          <w:lang w:eastAsia="cs-CZ"/>
        </w:rPr>
      </w:pPr>
    </w:p>
    <w:p w14:paraId="7022E9B7" w14:textId="066D0CAB" w:rsidR="00255BA3" w:rsidRDefault="00255BA3" w:rsidP="002126E7">
      <w:pPr>
        <w:rPr>
          <w:lang w:eastAsia="cs-CZ"/>
        </w:rPr>
      </w:pPr>
    </w:p>
    <w:p w14:paraId="208BA0EA" w14:textId="27A8EB9B" w:rsidR="00255BA3" w:rsidRDefault="00255BA3" w:rsidP="002126E7">
      <w:pPr>
        <w:rPr>
          <w:lang w:eastAsia="cs-CZ"/>
        </w:rPr>
      </w:pPr>
    </w:p>
    <w:p w14:paraId="16634E70" w14:textId="7AC4C9D8" w:rsidR="00255BA3" w:rsidRDefault="00255BA3" w:rsidP="002126E7">
      <w:pPr>
        <w:rPr>
          <w:lang w:eastAsia="cs-CZ"/>
        </w:rPr>
      </w:pPr>
    </w:p>
    <w:p w14:paraId="6A805548" w14:textId="5854A810" w:rsidR="00255BA3" w:rsidRDefault="00255BA3" w:rsidP="002126E7">
      <w:pPr>
        <w:rPr>
          <w:lang w:eastAsia="cs-CZ"/>
        </w:rPr>
      </w:pPr>
    </w:p>
    <w:p w14:paraId="42C03FC9" w14:textId="645BD0EB" w:rsidR="00255BA3" w:rsidRDefault="00255BA3" w:rsidP="002126E7">
      <w:pPr>
        <w:rPr>
          <w:lang w:eastAsia="cs-CZ"/>
        </w:rPr>
      </w:pPr>
    </w:p>
    <w:p w14:paraId="316AAB7A" w14:textId="64413492" w:rsidR="00255BA3" w:rsidRDefault="00255BA3" w:rsidP="002126E7">
      <w:pPr>
        <w:rPr>
          <w:lang w:eastAsia="cs-CZ"/>
        </w:rPr>
      </w:pPr>
    </w:p>
    <w:p w14:paraId="348AA94B" w14:textId="468D7D6F" w:rsidR="00255BA3" w:rsidRDefault="00255BA3" w:rsidP="002126E7">
      <w:pPr>
        <w:rPr>
          <w:lang w:eastAsia="cs-CZ"/>
        </w:rPr>
      </w:pPr>
    </w:p>
    <w:p w14:paraId="3D11E756" w14:textId="72E4AA2D" w:rsidR="00255BA3" w:rsidRDefault="00255BA3" w:rsidP="002126E7">
      <w:pPr>
        <w:rPr>
          <w:lang w:eastAsia="cs-CZ"/>
        </w:rPr>
      </w:pPr>
    </w:p>
    <w:p w14:paraId="49617BAE" w14:textId="3BD29B73" w:rsidR="00255BA3" w:rsidRDefault="00255BA3" w:rsidP="002126E7">
      <w:pPr>
        <w:rPr>
          <w:lang w:eastAsia="cs-CZ"/>
        </w:rPr>
      </w:pPr>
    </w:p>
    <w:p w14:paraId="19A2716F" w14:textId="07E65CF6" w:rsidR="00255BA3" w:rsidRDefault="00255BA3" w:rsidP="002126E7">
      <w:pPr>
        <w:rPr>
          <w:lang w:eastAsia="cs-CZ"/>
        </w:rPr>
      </w:pPr>
    </w:p>
    <w:p w14:paraId="2B88EE3C" w14:textId="3F28355C" w:rsidR="00255BA3" w:rsidRDefault="00255BA3" w:rsidP="002126E7">
      <w:pPr>
        <w:rPr>
          <w:lang w:eastAsia="cs-CZ"/>
        </w:rPr>
      </w:pPr>
    </w:p>
    <w:p w14:paraId="0493E1CB" w14:textId="3849D448" w:rsidR="00255BA3" w:rsidRDefault="00255BA3" w:rsidP="002126E7">
      <w:pPr>
        <w:rPr>
          <w:lang w:eastAsia="cs-CZ"/>
        </w:rPr>
      </w:pPr>
    </w:p>
    <w:p w14:paraId="03619617" w14:textId="51C7B237" w:rsidR="00255BA3" w:rsidRDefault="00255BA3" w:rsidP="002126E7">
      <w:pPr>
        <w:rPr>
          <w:lang w:eastAsia="cs-CZ"/>
        </w:rPr>
      </w:pPr>
    </w:p>
    <w:p w14:paraId="750CDB38" w14:textId="0942DB20" w:rsidR="00255BA3" w:rsidRDefault="00255BA3" w:rsidP="002126E7">
      <w:pPr>
        <w:rPr>
          <w:lang w:eastAsia="cs-CZ"/>
        </w:rPr>
      </w:pPr>
    </w:p>
    <w:p w14:paraId="64DCFDC4" w14:textId="77777777" w:rsidR="00255BA3" w:rsidRDefault="00255BA3" w:rsidP="002126E7">
      <w:pPr>
        <w:rPr>
          <w:lang w:eastAsia="cs-CZ"/>
        </w:rPr>
      </w:pPr>
    </w:p>
    <w:p w14:paraId="152A5EBC" w14:textId="62D694A6" w:rsidR="00CB377A" w:rsidRDefault="00CB377A" w:rsidP="002126E7">
      <w:pPr>
        <w:rPr>
          <w:lang w:eastAsia="cs-CZ"/>
        </w:rPr>
      </w:pPr>
    </w:p>
    <w:p w14:paraId="5D119FA3" w14:textId="07553BDA" w:rsidR="00CB377A" w:rsidRDefault="00CB377A" w:rsidP="002126E7">
      <w:pPr>
        <w:rPr>
          <w:lang w:eastAsia="cs-CZ"/>
        </w:rPr>
      </w:pPr>
    </w:p>
    <w:p w14:paraId="6BE5BC6F" w14:textId="63AFED66" w:rsidR="00CB377A" w:rsidRDefault="00CB377A" w:rsidP="002126E7">
      <w:pPr>
        <w:rPr>
          <w:lang w:eastAsia="cs-CZ"/>
        </w:rPr>
      </w:pPr>
    </w:p>
    <w:p w14:paraId="5F9A69BD" w14:textId="29D7FABE" w:rsidR="006827CF" w:rsidRPr="00364FF2" w:rsidRDefault="006827CF" w:rsidP="00CB377A">
      <w:pPr>
        <w:pStyle w:val="Nadpis2"/>
        <w:numPr>
          <w:ilvl w:val="0"/>
          <w:numId w:val="39"/>
        </w:numPr>
        <w:rPr>
          <w:lang w:eastAsia="cs-CZ"/>
        </w:rPr>
      </w:pPr>
      <w:bookmarkStart w:id="16" w:name="_Toc142986601"/>
      <w:r w:rsidRPr="002126E7">
        <w:lastRenderedPageBreak/>
        <w:t>Čestné</w:t>
      </w:r>
      <w:r w:rsidRPr="00AC029F">
        <w:rPr>
          <w:rFonts w:eastAsia="Times New Roman"/>
        </w:rPr>
        <w:t xml:space="preserve"> prohlášení o oprávnění ke vstupu do provozované železniční dopravní cesty</w:t>
      </w:r>
      <w:bookmarkEnd w:id="16"/>
    </w:p>
    <w:p w14:paraId="6F45A6AC" w14:textId="77777777" w:rsidR="00AC029F" w:rsidRDefault="00AC029F" w:rsidP="006827CF">
      <w:pPr>
        <w:jc w:val="both"/>
        <w:rPr>
          <w:rFonts w:ascii="Verdana" w:hAnsi="Verdana"/>
        </w:rPr>
      </w:pPr>
    </w:p>
    <w:p w14:paraId="02756420" w14:textId="0D002950" w:rsidR="00F86FD9" w:rsidRDefault="00255BA3" w:rsidP="002126E7">
      <w:pPr>
        <w:rPr>
          <w:lang w:eastAsia="cs-CZ"/>
        </w:rPr>
      </w:pPr>
      <w:r>
        <w:t>Zadavatel nepožaduje.</w:t>
      </w:r>
    </w:p>
    <w:p w14:paraId="4F0B4871" w14:textId="7EE6EE90" w:rsidR="006827CF" w:rsidRDefault="006827CF" w:rsidP="002126E7">
      <w:pPr>
        <w:rPr>
          <w:lang w:eastAsia="cs-CZ"/>
        </w:rPr>
      </w:pPr>
    </w:p>
    <w:p w14:paraId="7C5B1081" w14:textId="4C95315A" w:rsidR="006827CF" w:rsidRDefault="006827CF" w:rsidP="002126E7">
      <w:pPr>
        <w:rPr>
          <w:lang w:eastAsia="cs-CZ"/>
        </w:rPr>
      </w:pPr>
    </w:p>
    <w:p w14:paraId="7B3BFE57" w14:textId="5A04366E" w:rsidR="006827CF" w:rsidRDefault="006827CF" w:rsidP="002126E7">
      <w:pPr>
        <w:rPr>
          <w:lang w:eastAsia="cs-CZ"/>
        </w:rPr>
      </w:pPr>
    </w:p>
    <w:p w14:paraId="6EA9131E" w14:textId="77777777" w:rsidR="00FB7211" w:rsidRDefault="00FB7211" w:rsidP="002126E7">
      <w:pPr>
        <w:rPr>
          <w:lang w:eastAsia="cs-CZ"/>
        </w:rPr>
      </w:pPr>
    </w:p>
    <w:p w14:paraId="0B34B067" w14:textId="528CE68C" w:rsidR="002126E7" w:rsidRDefault="002126E7" w:rsidP="002126E7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AAF266" w16cex:dateUtc="2023-03-02T09:01:00Z"/>
  <w16cex:commentExtensible w16cex:durableId="27B2D51D" w16cex:dateUtc="2023-03-08T08:34:00Z"/>
  <w16cex:commentExtensible w16cex:durableId="27AB02C4" w16cex:dateUtc="2023-03-02T10:1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43F9B2" w14:textId="77777777" w:rsidR="006F3330" w:rsidRDefault="006F3330" w:rsidP="00962258">
      <w:pPr>
        <w:spacing w:after="0" w:line="240" w:lineRule="auto"/>
      </w:pPr>
      <w:r>
        <w:separator/>
      </w:r>
    </w:p>
  </w:endnote>
  <w:endnote w:type="continuationSeparator" w:id="0">
    <w:p w14:paraId="1BF33654" w14:textId="77777777" w:rsidR="006F3330" w:rsidRDefault="006F333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D2FAD66" w14:textId="77777777" w:rsidR="0024278E" w:rsidRDefault="0024278E" w:rsidP="0024278E">
          <w:pPr>
            <w:pStyle w:val="Zpat"/>
          </w:pPr>
          <w:r>
            <w:t>Oblastní ředitelství Ústí nad Labem</w:t>
          </w:r>
        </w:p>
        <w:p w14:paraId="491BE916" w14:textId="77777777" w:rsidR="0024278E" w:rsidRDefault="0024278E" w:rsidP="0024278E">
          <w:pPr>
            <w:pStyle w:val="Zpat"/>
          </w:pPr>
          <w:r>
            <w:t>Železničářská 1386/31</w:t>
          </w:r>
        </w:p>
        <w:p w14:paraId="3F9D14E1" w14:textId="4EC9D253" w:rsidR="00A327CB" w:rsidRDefault="0024278E" w:rsidP="0024278E">
          <w:pPr>
            <w:pStyle w:val="Zpat"/>
          </w:pPr>
          <w:r>
            <w:t>400 03 Ústí nad Labem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575DB2" w14:textId="77777777" w:rsidR="006F3330" w:rsidRDefault="006F3330" w:rsidP="00962258">
      <w:pPr>
        <w:spacing w:after="0" w:line="240" w:lineRule="auto"/>
      </w:pPr>
      <w:r>
        <w:separator/>
      </w:r>
    </w:p>
  </w:footnote>
  <w:footnote w:type="continuationSeparator" w:id="0">
    <w:p w14:paraId="3BC2D574" w14:textId="77777777" w:rsidR="006F3330" w:rsidRDefault="006F3330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5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6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7">
    <w:p w14:paraId="073F982E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8">
    <w:p w14:paraId="2DBDD00A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D7721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C15B3"/>
    <w:multiLevelType w:val="hybridMultilevel"/>
    <w:tmpl w:val="6EF4E80A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A66DD"/>
    <w:multiLevelType w:val="hybridMultilevel"/>
    <w:tmpl w:val="46B2AA36"/>
    <w:lvl w:ilvl="0" w:tplc="CA08520E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4ED57EA0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34E70"/>
    <w:multiLevelType w:val="hybridMultilevel"/>
    <w:tmpl w:val="D7B6FAFC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AF0A8C"/>
    <w:multiLevelType w:val="multilevel"/>
    <w:tmpl w:val="0D34D660"/>
    <w:numStyleLink w:val="ListBulletmultilevel"/>
  </w:abstractNum>
  <w:abstractNum w:abstractNumId="15" w15:restartNumberingAfterBreak="0">
    <w:nsid w:val="74070991"/>
    <w:multiLevelType w:val="multilevel"/>
    <w:tmpl w:val="CABE99FC"/>
    <w:numStyleLink w:val="ListNumbermultilevel"/>
  </w:abstractNum>
  <w:abstractNum w:abstractNumId="16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7"/>
  </w:num>
  <w:num w:numId="6">
    <w:abstractNumId w:val="9"/>
  </w:num>
  <w:num w:numId="7">
    <w:abstractNumId w:val="0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15"/>
  </w:num>
  <w:num w:numId="17">
    <w:abstractNumId w:val="4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9"/>
  </w:num>
  <w:num w:numId="23">
    <w:abstractNumId w:val="1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15"/>
  </w:num>
  <w:num w:numId="29">
    <w:abstractNumId w:val="4"/>
  </w:num>
  <w:num w:numId="30">
    <w:abstractNumId w:val="15"/>
  </w:num>
  <w:num w:numId="31">
    <w:abstractNumId w:val="15"/>
  </w:num>
  <w:num w:numId="32">
    <w:abstractNumId w:val="15"/>
  </w:num>
  <w:num w:numId="33">
    <w:abstractNumId w:val="15"/>
  </w:num>
  <w:num w:numId="34">
    <w:abstractNumId w:val="5"/>
  </w:num>
  <w:num w:numId="35">
    <w:abstractNumId w:val="17"/>
  </w:num>
  <w:num w:numId="36">
    <w:abstractNumId w:val="2"/>
  </w:num>
  <w:num w:numId="37">
    <w:abstractNumId w:val="16"/>
  </w:num>
  <w:num w:numId="38">
    <w:abstractNumId w:val="3"/>
  </w:num>
  <w:num w:numId="39">
    <w:abstractNumId w:val="8"/>
  </w:num>
  <w:num w:numId="40">
    <w:abstractNumId w:val="13"/>
  </w:num>
  <w:num w:numId="41">
    <w:abstractNumId w:val="12"/>
  </w:num>
  <w:num w:numId="4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366D6"/>
    <w:rsid w:val="00045E47"/>
    <w:rsid w:val="00072C1E"/>
    <w:rsid w:val="00086B78"/>
    <w:rsid w:val="00097793"/>
    <w:rsid w:val="000A412D"/>
    <w:rsid w:val="000E23A7"/>
    <w:rsid w:val="000F5766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0DFF"/>
    <w:rsid w:val="002126E7"/>
    <w:rsid w:val="002243A8"/>
    <w:rsid w:val="00224560"/>
    <w:rsid w:val="00225620"/>
    <w:rsid w:val="002305E9"/>
    <w:rsid w:val="0023070F"/>
    <w:rsid w:val="0024278E"/>
    <w:rsid w:val="00255BA3"/>
    <w:rsid w:val="002767CC"/>
    <w:rsid w:val="00280E07"/>
    <w:rsid w:val="00293E5A"/>
    <w:rsid w:val="002B65F0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17301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E6EA1"/>
    <w:rsid w:val="005F1404"/>
    <w:rsid w:val="0061068E"/>
    <w:rsid w:val="00613242"/>
    <w:rsid w:val="00624CB7"/>
    <w:rsid w:val="00626DB3"/>
    <w:rsid w:val="00633D9C"/>
    <w:rsid w:val="00654420"/>
    <w:rsid w:val="00660AD3"/>
    <w:rsid w:val="0067079F"/>
    <w:rsid w:val="0067790F"/>
    <w:rsid w:val="00677B7F"/>
    <w:rsid w:val="006827CF"/>
    <w:rsid w:val="006A5570"/>
    <w:rsid w:val="006A689C"/>
    <w:rsid w:val="006B3485"/>
    <w:rsid w:val="006B3D79"/>
    <w:rsid w:val="006C2F26"/>
    <w:rsid w:val="006D7AFE"/>
    <w:rsid w:val="006E0578"/>
    <w:rsid w:val="006E314D"/>
    <w:rsid w:val="006E5C6C"/>
    <w:rsid w:val="006E73DC"/>
    <w:rsid w:val="006F3330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D348C"/>
    <w:rsid w:val="007E4A6E"/>
    <w:rsid w:val="007F56A7"/>
    <w:rsid w:val="00807DD0"/>
    <w:rsid w:val="00842CE7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138A5"/>
    <w:rsid w:val="00922385"/>
    <w:rsid w:val="009223DF"/>
    <w:rsid w:val="00923DE9"/>
    <w:rsid w:val="00924ACC"/>
    <w:rsid w:val="00936091"/>
    <w:rsid w:val="00940D8A"/>
    <w:rsid w:val="00962258"/>
    <w:rsid w:val="009642AA"/>
    <w:rsid w:val="00966FEF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029F"/>
    <w:rsid w:val="00AC1810"/>
    <w:rsid w:val="00AC4D2D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B377A"/>
    <w:rsid w:val="00CD1FC4"/>
    <w:rsid w:val="00CE0700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A444A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239B"/>
    <w:rsid w:val="00F52C50"/>
    <w:rsid w:val="00F5558F"/>
    <w:rsid w:val="00F659EB"/>
    <w:rsid w:val="00F76E9F"/>
    <w:rsid w:val="00F814D9"/>
    <w:rsid w:val="00F86BA6"/>
    <w:rsid w:val="00F86FD9"/>
    <w:rsid w:val="00FA0C79"/>
    <w:rsid w:val="00FB7211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F86FD9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24" Type="http://schemas.microsoft.com/office/2018/08/relationships/commentsExtensible" Target="commentsExtensible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BD1018FEB8D43CB9D52E2F9495FF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FA75D3-296B-43FA-86B6-2591638FFABC}"/>
      </w:docPartPr>
      <w:docPartBody>
        <w:p w:rsidR="00AE45FC" w:rsidRDefault="00495FA0" w:rsidP="00495FA0">
          <w:pPr>
            <w:pStyle w:val="0BD1018FEB8D43CB9D52E2F9495FF1A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5428E6DE9194E5387E153755E89B0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89CF5-6E74-471E-86C0-4F4CDFD5670D}"/>
      </w:docPartPr>
      <w:docPartBody>
        <w:p w:rsidR="00AE45FC" w:rsidRDefault="00495FA0" w:rsidP="00495FA0">
          <w:pPr>
            <w:pStyle w:val="65428E6DE9194E5387E153755E89B02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BD0F25702A2479682EA42111C295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B23AB0-B885-460C-A06B-A916790124C7}"/>
      </w:docPartPr>
      <w:docPartBody>
        <w:p w:rsidR="00AE45FC" w:rsidRDefault="00495FA0" w:rsidP="00495FA0">
          <w:pPr>
            <w:pStyle w:val="3BD0F25702A2479682EA42111C29562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A141EA40974E7889EBCE53618FF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D2FEF9-E62A-4029-9DA7-85523F315490}"/>
      </w:docPartPr>
      <w:docPartBody>
        <w:p w:rsidR="00AE45FC" w:rsidRDefault="00495FA0" w:rsidP="00495FA0">
          <w:pPr>
            <w:pStyle w:val="4EA141EA40974E7889EBCE53618FFF7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ABEAB1C1D75492B87E99FAFD34CAF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08C2A-1782-4783-A8C2-04EA51912467}"/>
      </w:docPartPr>
      <w:docPartBody>
        <w:p w:rsidR="00AE45FC" w:rsidRDefault="00495FA0" w:rsidP="00495FA0">
          <w:pPr>
            <w:pStyle w:val="4ABEAB1C1D75492B87E99FAFD34CAFE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443CFE69840499A54505DC3AE6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E3FC0-B6D4-4FF9-9A87-FFA289ECC71F}"/>
      </w:docPartPr>
      <w:docPartBody>
        <w:p w:rsidR="00AE45FC" w:rsidRDefault="00495FA0" w:rsidP="00495FA0">
          <w:pPr>
            <w:pStyle w:val="759443CFE69840499A54505DC3AE6A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B40D9DB7E0449F96C062ED23429E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666F2-F0ED-4373-81A7-EB4C647E02FB}"/>
      </w:docPartPr>
      <w:docPartBody>
        <w:p w:rsidR="00AE45FC" w:rsidRDefault="00495FA0" w:rsidP="00495FA0">
          <w:pPr>
            <w:pStyle w:val="51B40D9DB7E0449F96C062ED23429E8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69F72DEC41846EDB36F5EEC4A661C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F6311-3D7D-46C0-ABC5-8FF2BAFACFFF}"/>
      </w:docPartPr>
      <w:docPartBody>
        <w:p w:rsidR="00AE45FC" w:rsidRDefault="00495FA0" w:rsidP="00495FA0">
          <w:pPr>
            <w:pStyle w:val="069F72DEC41846EDB36F5EEC4A661C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E072CE91767430CAA9D9F66555756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2EE478-B5AE-49C9-AF55-C3041654F310}"/>
      </w:docPartPr>
      <w:docPartBody>
        <w:p w:rsidR="00AE45FC" w:rsidRDefault="00495FA0" w:rsidP="00495FA0">
          <w:pPr>
            <w:pStyle w:val="9E072CE91767430CAA9D9F66555756D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F732DF9FF94D63B17EAAE5B7A0D3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B1F115-E51F-43B4-92AA-45233A92F1C2}"/>
      </w:docPartPr>
      <w:docPartBody>
        <w:p w:rsidR="00AE45FC" w:rsidRDefault="00495FA0" w:rsidP="00495FA0">
          <w:pPr>
            <w:pStyle w:val="C3F732DF9FF94D63B17EAAE5B7A0D3D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589BA781246449CBB8DA87AAFB3C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2CA653-0B62-4844-BED3-6805FD25B7F6}"/>
      </w:docPartPr>
      <w:docPartBody>
        <w:p w:rsidR="00AE45FC" w:rsidRDefault="00495FA0" w:rsidP="00495FA0">
          <w:pPr>
            <w:pStyle w:val="A589BA781246449CBB8DA87AAFB3C1B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D2F334D1974AA98D1D89B18047EB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EEA4E1-0E77-44C1-A27C-D04D919E87B0}"/>
      </w:docPartPr>
      <w:docPartBody>
        <w:p w:rsidR="00AE45FC" w:rsidRDefault="00495FA0" w:rsidP="00495FA0">
          <w:pPr>
            <w:pStyle w:val="C3D2F334D1974AA98D1D89B18047EBA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56A3AB9E81045F5A4F98BD29323BF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C175DE-C1FE-4CFB-A265-45DE0001DA8C}"/>
      </w:docPartPr>
      <w:docPartBody>
        <w:p w:rsidR="00AE45FC" w:rsidRDefault="00495FA0" w:rsidP="00495FA0">
          <w:pPr>
            <w:pStyle w:val="D56A3AB9E81045F5A4F98BD29323BF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09C3C0DC3294D51935896771B677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507AF9-30A1-4D88-B9B3-13E12F86C748}"/>
      </w:docPartPr>
      <w:docPartBody>
        <w:p w:rsidR="00AE45FC" w:rsidRDefault="00495FA0" w:rsidP="00495FA0">
          <w:pPr>
            <w:pStyle w:val="909C3C0DC3294D51935896771B67781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C36EA2621E849D7A81FBB62976875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AE8547-4F87-4A64-9534-299B0B8F9597}"/>
      </w:docPartPr>
      <w:docPartBody>
        <w:p w:rsidR="00AE45FC" w:rsidRDefault="00495FA0" w:rsidP="00495FA0">
          <w:pPr>
            <w:pStyle w:val="FC36EA2621E849D7A81FBB629768758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8CD3796040C4292BAC524A34C532B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AF57F3-4DDB-497E-BAFE-E14AF8EA28A5}"/>
      </w:docPartPr>
      <w:docPartBody>
        <w:p w:rsidR="00AE45FC" w:rsidRDefault="00495FA0" w:rsidP="00495FA0">
          <w:pPr>
            <w:pStyle w:val="28CD3796040C4292BAC524A34C532B96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FA0"/>
    <w:rsid w:val="00140657"/>
    <w:rsid w:val="00495FA0"/>
    <w:rsid w:val="005E17D6"/>
    <w:rsid w:val="00702C56"/>
    <w:rsid w:val="00845CFC"/>
    <w:rsid w:val="00964FB4"/>
    <w:rsid w:val="00A04586"/>
    <w:rsid w:val="00AE45FC"/>
    <w:rsid w:val="00E9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3E15"/>
  </w:style>
  <w:style w:type="paragraph" w:customStyle="1" w:styleId="0BD1018FEB8D43CB9D52E2F9495FF1A8">
    <w:name w:val="0BD1018FEB8D43CB9D52E2F9495FF1A8"/>
    <w:rsid w:val="00495FA0"/>
  </w:style>
  <w:style w:type="paragraph" w:customStyle="1" w:styleId="65428E6DE9194E5387E153755E89B02B">
    <w:name w:val="65428E6DE9194E5387E153755E89B02B"/>
    <w:rsid w:val="00495FA0"/>
  </w:style>
  <w:style w:type="paragraph" w:customStyle="1" w:styleId="3BD0F25702A2479682EA42111C295624">
    <w:name w:val="3BD0F25702A2479682EA42111C295624"/>
    <w:rsid w:val="00495FA0"/>
  </w:style>
  <w:style w:type="paragraph" w:customStyle="1" w:styleId="4EA141EA40974E7889EBCE53618FFF7C">
    <w:name w:val="4EA141EA40974E7889EBCE53618FFF7C"/>
    <w:rsid w:val="00495FA0"/>
  </w:style>
  <w:style w:type="paragraph" w:customStyle="1" w:styleId="4ABEAB1C1D75492B87E99FAFD34CAFE5">
    <w:name w:val="4ABEAB1C1D75492B87E99FAFD34CAFE5"/>
    <w:rsid w:val="00495FA0"/>
  </w:style>
  <w:style w:type="paragraph" w:customStyle="1" w:styleId="759443CFE69840499A54505DC3AE6A44">
    <w:name w:val="759443CFE69840499A54505DC3AE6A44"/>
    <w:rsid w:val="00495FA0"/>
  </w:style>
  <w:style w:type="paragraph" w:customStyle="1" w:styleId="51B40D9DB7E0449F96C062ED23429E85">
    <w:name w:val="51B40D9DB7E0449F96C062ED23429E85"/>
    <w:rsid w:val="00495FA0"/>
  </w:style>
  <w:style w:type="paragraph" w:customStyle="1" w:styleId="069F72DEC41846EDB36F5EEC4A661C14">
    <w:name w:val="069F72DEC41846EDB36F5EEC4A661C14"/>
    <w:rsid w:val="00495FA0"/>
  </w:style>
  <w:style w:type="paragraph" w:customStyle="1" w:styleId="9E072CE91767430CAA9D9F66555756D8">
    <w:name w:val="9E072CE91767430CAA9D9F66555756D8"/>
    <w:rsid w:val="00495FA0"/>
  </w:style>
  <w:style w:type="paragraph" w:customStyle="1" w:styleId="C3F732DF9FF94D63B17EAAE5B7A0D3D2">
    <w:name w:val="C3F732DF9FF94D63B17EAAE5B7A0D3D2"/>
    <w:rsid w:val="00495FA0"/>
  </w:style>
  <w:style w:type="paragraph" w:customStyle="1" w:styleId="A589BA781246449CBB8DA87AAFB3C1B4">
    <w:name w:val="A589BA781246449CBB8DA87AAFB3C1B4"/>
    <w:rsid w:val="00495FA0"/>
  </w:style>
  <w:style w:type="paragraph" w:customStyle="1" w:styleId="C3D2F334D1974AA98D1D89B18047EBAC">
    <w:name w:val="C3D2F334D1974AA98D1D89B18047EBAC"/>
    <w:rsid w:val="00495FA0"/>
  </w:style>
  <w:style w:type="paragraph" w:customStyle="1" w:styleId="D56A3AB9E81045F5A4F98BD29323BF44">
    <w:name w:val="D56A3AB9E81045F5A4F98BD29323BF44"/>
    <w:rsid w:val="00495FA0"/>
  </w:style>
  <w:style w:type="paragraph" w:customStyle="1" w:styleId="909C3C0DC3294D51935896771B67781D">
    <w:name w:val="909C3C0DC3294D51935896771B67781D"/>
    <w:rsid w:val="00495FA0"/>
  </w:style>
  <w:style w:type="paragraph" w:customStyle="1" w:styleId="FC36EA2621E849D7A81FBB6297687589">
    <w:name w:val="FC36EA2621E849D7A81FBB6297687589"/>
    <w:rsid w:val="00495FA0"/>
  </w:style>
  <w:style w:type="paragraph" w:customStyle="1" w:styleId="28CD3796040C4292BAC524A34C532B96">
    <w:name w:val="28CD3796040C4292BAC524A34C532B96"/>
    <w:rsid w:val="00495FA0"/>
  </w:style>
  <w:style w:type="paragraph" w:customStyle="1" w:styleId="B486E7F0BC254CBE9ED89F5035739774">
    <w:name w:val="B486E7F0BC254CBE9ED89F5035739774"/>
    <w:rsid w:val="00E93E15"/>
  </w:style>
  <w:style w:type="paragraph" w:customStyle="1" w:styleId="D5308381836C48DAAE5B8803FE70BCF5">
    <w:name w:val="D5308381836C48DAAE5B8803FE70BCF5"/>
    <w:rsid w:val="00E93E15"/>
  </w:style>
  <w:style w:type="paragraph" w:customStyle="1" w:styleId="FE1C2BE9A51D41E381980F0E3240B25B">
    <w:name w:val="FE1C2BE9A51D41E381980F0E3240B25B"/>
    <w:rsid w:val="00E93E15"/>
  </w:style>
  <w:style w:type="paragraph" w:customStyle="1" w:styleId="1E063942796446D8841CADA0E84F16A3">
    <w:name w:val="1E063942796446D8841CADA0E84F16A3"/>
    <w:rsid w:val="00E93E15"/>
  </w:style>
  <w:style w:type="paragraph" w:customStyle="1" w:styleId="B4E73214B1F948D88ED0F6AFD1B992F6">
    <w:name w:val="B4E73214B1F948D88ED0F6AFD1B992F6"/>
    <w:rsid w:val="00E93E15"/>
  </w:style>
  <w:style w:type="paragraph" w:customStyle="1" w:styleId="47AE6F7BED2C429BACFAE2570AAA8128">
    <w:name w:val="47AE6F7BED2C429BACFAE2570AAA8128"/>
    <w:rsid w:val="00E93E15"/>
  </w:style>
  <w:style w:type="paragraph" w:customStyle="1" w:styleId="3A684AAF67A947079045086C102CC2B0">
    <w:name w:val="3A684AAF67A947079045086C102CC2B0"/>
    <w:rsid w:val="00E93E15"/>
  </w:style>
  <w:style w:type="paragraph" w:customStyle="1" w:styleId="563C5BCF207044539164933F6874AFC8">
    <w:name w:val="563C5BCF207044539164933F6874AFC8"/>
    <w:rsid w:val="00E93E15"/>
  </w:style>
  <w:style w:type="paragraph" w:customStyle="1" w:styleId="19830753C16F435A9C22930DA6882B1F">
    <w:name w:val="19830753C16F435A9C22930DA6882B1F"/>
    <w:rsid w:val="00E93E15"/>
  </w:style>
  <w:style w:type="paragraph" w:customStyle="1" w:styleId="240721DF0686464C9AE7401EC88175E9">
    <w:name w:val="240721DF0686464C9AE7401EC88175E9"/>
    <w:rsid w:val="00E93E15"/>
  </w:style>
  <w:style w:type="paragraph" w:customStyle="1" w:styleId="F992B1E0B2B44E0EA1375C262E1E8D48">
    <w:name w:val="F992B1E0B2B44E0EA1375C262E1E8D48"/>
    <w:rsid w:val="00E93E15"/>
  </w:style>
  <w:style w:type="paragraph" w:customStyle="1" w:styleId="3DE83EE86CCC4716B325FF9B83F33AB6">
    <w:name w:val="3DE83EE86CCC4716B325FF9B83F33AB6"/>
    <w:rsid w:val="00E93E15"/>
  </w:style>
  <w:style w:type="paragraph" w:customStyle="1" w:styleId="78038E296251478AAB4E89CAA39E0834">
    <w:name w:val="78038E296251478AAB4E89CAA39E0834"/>
    <w:rsid w:val="00E93E15"/>
  </w:style>
  <w:style w:type="paragraph" w:customStyle="1" w:styleId="23C350A4FDA5447195FE34A2D6DED602">
    <w:name w:val="23C350A4FDA5447195FE34A2D6DED602"/>
    <w:rsid w:val="00E93E15"/>
  </w:style>
  <w:style w:type="paragraph" w:customStyle="1" w:styleId="CF7319DF138A40A183E512FCECB07FC5">
    <w:name w:val="CF7319DF138A40A183E512FCECB07FC5"/>
    <w:rsid w:val="00E93E15"/>
  </w:style>
  <w:style w:type="paragraph" w:customStyle="1" w:styleId="FC13C0BBABA5427987D054318977B21C">
    <w:name w:val="FC13C0BBABA5427987D054318977B21C"/>
    <w:rsid w:val="00E93E15"/>
  </w:style>
  <w:style w:type="paragraph" w:customStyle="1" w:styleId="CBB70BE5FE3F4AA2A89B9D3B6BCD90B5">
    <w:name w:val="CBB70BE5FE3F4AA2A89B9D3B6BCD90B5"/>
    <w:rsid w:val="00E93E15"/>
  </w:style>
  <w:style w:type="paragraph" w:customStyle="1" w:styleId="25D4B09B0EFC4C73ABA1DD3FCA7F1B1F">
    <w:name w:val="25D4B09B0EFC4C73ABA1DD3FCA7F1B1F"/>
    <w:rsid w:val="00E93E15"/>
  </w:style>
  <w:style w:type="paragraph" w:customStyle="1" w:styleId="179FB74A39844BA89BEA8B2AFB22C797">
    <w:name w:val="179FB74A39844BA89BEA8B2AFB22C797"/>
    <w:rsid w:val="00E93E15"/>
  </w:style>
  <w:style w:type="paragraph" w:customStyle="1" w:styleId="D10F9F65FE4D42918BDCADAC52C233CF">
    <w:name w:val="D10F9F65FE4D42918BDCADAC52C233CF"/>
    <w:rsid w:val="00E93E15"/>
  </w:style>
  <w:style w:type="paragraph" w:customStyle="1" w:styleId="C734E887F71A4721A46BA87A1899541C">
    <w:name w:val="C734E887F71A4721A46BA87A1899541C"/>
    <w:rsid w:val="00E93E15"/>
  </w:style>
  <w:style w:type="paragraph" w:customStyle="1" w:styleId="23D604CE8DE24FD1AC7C0E62BFDC813C">
    <w:name w:val="23D604CE8DE24FD1AC7C0E62BFDC813C"/>
    <w:rsid w:val="00E93E15"/>
  </w:style>
  <w:style w:type="paragraph" w:customStyle="1" w:styleId="3F7837A3B3A44737BCD26FDBC46A50E9">
    <w:name w:val="3F7837A3B3A44737BCD26FDBC46A50E9"/>
    <w:rsid w:val="00E93E15"/>
  </w:style>
  <w:style w:type="paragraph" w:customStyle="1" w:styleId="EEB99BA2F66B490C8D9685B3CEA1C50B">
    <w:name w:val="EEB99BA2F66B490C8D9685B3CEA1C50B"/>
    <w:rsid w:val="00E93E15"/>
  </w:style>
  <w:style w:type="paragraph" w:customStyle="1" w:styleId="2F28ED4A96324B148641AC50C390825C">
    <w:name w:val="2F28ED4A96324B148641AC50C390825C"/>
    <w:rsid w:val="00E93E15"/>
  </w:style>
  <w:style w:type="paragraph" w:customStyle="1" w:styleId="86165AAFD2A94B59BF8821744660A3F6">
    <w:name w:val="86165AAFD2A94B59BF8821744660A3F6"/>
    <w:rsid w:val="00E93E15"/>
  </w:style>
  <w:style w:type="paragraph" w:customStyle="1" w:styleId="167E1559E00C48C5B5556BE96101FB3F">
    <w:name w:val="167E1559E00C48C5B5556BE96101FB3F"/>
    <w:rsid w:val="00E93E15"/>
  </w:style>
  <w:style w:type="paragraph" w:customStyle="1" w:styleId="A62F693CF0684D5780C9CBA016CA98E3">
    <w:name w:val="A62F693CF0684D5780C9CBA016CA98E3"/>
    <w:rsid w:val="00E93E15"/>
  </w:style>
  <w:style w:type="paragraph" w:customStyle="1" w:styleId="04A7CBCFCC9B487FAD5C57E80794D869">
    <w:name w:val="04A7CBCFCC9B487FAD5C57E80794D869"/>
    <w:rsid w:val="00E93E15"/>
  </w:style>
  <w:style w:type="paragraph" w:customStyle="1" w:styleId="9DA145F535824F13BD52A0FC1C2059AE">
    <w:name w:val="9DA145F535824F13BD52A0FC1C2059AE"/>
    <w:rsid w:val="00E93E15"/>
  </w:style>
  <w:style w:type="paragraph" w:customStyle="1" w:styleId="35F646A358074A8EAA0FD3C64AA94D80">
    <w:name w:val="35F646A358074A8EAA0FD3C64AA94D80"/>
    <w:rsid w:val="00E93E15"/>
  </w:style>
  <w:style w:type="paragraph" w:customStyle="1" w:styleId="858582453E694DE18F0D83B33A31180D">
    <w:name w:val="858582453E694DE18F0D83B33A31180D"/>
    <w:rsid w:val="00E93E15"/>
  </w:style>
  <w:style w:type="paragraph" w:customStyle="1" w:styleId="7591A3CEB0CF44CA829DC529712762D5">
    <w:name w:val="7591A3CEB0CF44CA829DC529712762D5"/>
    <w:rsid w:val="00E93E15"/>
  </w:style>
  <w:style w:type="paragraph" w:customStyle="1" w:styleId="424FC33EBFD04CFCB05F4E1EC251A56F">
    <w:name w:val="424FC33EBFD04CFCB05F4E1EC251A56F"/>
    <w:rsid w:val="00E93E15"/>
  </w:style>
  <w:style w:type="paragraph" w:customStyle="1" w:styleId="4E39395637AE4EF9B47EEBD8F0FB9DA4">
    <w:name w:val="4E39395637AE4EF9B47EEBD8F0FB9DA4"/>
    <w:rsid w:val="00E93E15"/>
  </w:style>
  <w:style w:type="paragraph" w:customStyle="1" w:styleId="6349F57A6C4247888AB8DA23F91BD2BE">
    <w:name w:val="6349F57A6C4247888AB8DA23F91BD2BE"/>
    <w:rsid w:val="00E93E15"/>
  </w:style>
  <w:style w:type="paragraph" w:customStyle="1" w:styleId="AC9312B00E2C4D1AA0979561E4754E6C">
    <w:name w:val="AC9312B00E2C4D1AA0979561E4754E6C"/>
    <w:rsid w:val="00E93E15"/>
  </w:style>
  <w:style w:type="paragraph" w:customStyle="1" w:styleId="184FA291A7FA49479B872B7D61105EF6">
    <w:name w:val="184FA291A7FA49479B872B7D61105EF6"/>
    <w:rsid w:val="00E93E15"/>
  </w:style>
  <w:style w:type="paragraph" w:customStyle="1" w:styleId="92D0C7473F9E4868BFD43493447EC2E7">
    <w:name w:val="92D0C7473F9E4868BFD43493447EC2E7"/>
    <w:rsid w:val="00E93E15"/>
  </w:style>
  <w:style w:type="paragraph" w:customStyle="1" w:styleId="669757814DD240279B64E51A7675AF49">
    <w:name w:val="669757814DD240279B64E51A7675AF49"/>
    <w:rsid w:val="00E93E15"/>
  </w:style>
  <w:style w:type="paragraph" w:customStyle="1" w:styleId="AECDE91404074DB7AEBBB00AE08BA635">
    <w:name w:val="AECDE91404074DB7AEBBB00AE08BA635"/>
    <w:rsid w:val="00E93E15"/>
  </w:style>
  <w:style w:type="paragraph" w:customStyle="1" w:styleId="09422413791847F992340340FB803DD5">
    <w:name w:val="09422413791847F992340340FB803DD5"/>
    <w:rsid w:val="00E93E15"/>
  </w:style>
  <w:style w:type="paragraph" w:customStyle="1" w:styleId="E11A814CD548448097C3346A860D7014">
    <w:name w:val="E11A814CD548448097C3346A860D7014"/>
    <w:rsid w:val="00E93E15"/>
  </w:style>
  <w:style w:type="paragraph" w:customStyle="1" w:styleId="9B541F4EAD14489697D0767184AF5882">
    <w:name w:val="9B541F4EAD14489697D0767184AF5882"/>
    <w:rsid w:val="00E93E15"/>
  </w:style>
  <w:style w:type="paragraph" w:customStyle="1" w:styleId="AF5D30C012D9405DBAFB0B23A2D52B01">
    <w:name w:val="AF5D30C012D9405DBAFB0B23A2D52B01"/>
    <w:rsid w:val="00E93E15"/>
  </w:style>
  <w:style w:type="paragraph" w:customStyle="1" w:styleId="03C8784218D748D3BA8B06BAEC90AF7A">
    <w:name w:val="03C8784218D748D3BA8B06BAEC90AF7A"/>
    <w:rsid w:val="00E93E15"/>
  </w:style>
  <w:style w:type="paragraph" w:customStyle="1" w:styleId="0CA58E2D772645CBBBB8A3FCFEBA5D7D">
    <w:name w:val="0CA58E2D772645CBBBB8A3FCFEBA5D7D"/>
    <w:rsid w:val="00E93E15"/>
  </w:style>
  <w:style w:type="paragraph" w:customStyle="1" w:styleId="970F452A497F4CCEA79C2DE09179E48B">
    <w:name w:val="970F452A497F4CCEA79C2DE09179E48B"/>
    <w:rsid w:val="00E93E15"/>
  </w:style>
  <w:style w:type="paragraph" w:customStyle="1" w:styleId="8EFEACA92A2F4BB3A9F828885BA33137">
    <w:name w:val="8EFEACA92A2F4BB3A9F828885BA33137"/>
    <w:rsid w:val="00E93E15"/>
  </w:style>
  <w:style w:type="paragraph" w:customStyle="1" w:styleId="72D9126FFEC04321ADD9E5B3864EF660">
    <w:name w:val="72D9126FFEC04321ADD9E5B3864EF660"/>
    <w:rsid w:val="00E93E15"/>
  </w:style>
  <w:style w:type="paragraph" w:customStyle="1" w:styleId="1A35B4EE784B4475B14E3170C56F34C9">
    <w:name w:val="1A35B4EE784B4475B14E3170C56F34C9"/>
    <w:rsid w:val="00E93E15"/>
  </w:style>
  <w:style w:type="paragraph" w:customStyle="1" w:styleId="BF928EB9EF2D44A289B03447439D77DA">
    <w:name w:val="BF928EB9EF2D44A289B03447439D77DA"/>
    <w:rsid w:val="00E93E15"/>
  </w:style>
  <w:style w:type="paragraph" w:customStyle="1" w:styleId="F007325B6F164AE49E69DA0C5215BAE6">
    <w:name w:val="F007325B6F164AE49E69DA0C5215BAE6"/>
    <w:rsid w:val="00E93E15"/>
  </w:style>
  <w:style w:type="paragraph" w:customStyle="1" w:styleId="A18DADDC330C495DB4F117E2F394E219">
    <w:name w:val="A18DADDC330C495DB4F117E2F394E219"/>
    <w:rsid w:val="00E93E15"/>
  </w:style>
  <w:style w:type="paragraph" w:customStyle="1" w:styleId="DF12440479CC45ECB66F25F1C8FE66C0">
    <w:name w:val="DF12440479CC45ECB66F25F1C8FE66C0"/>
    <w:rsid w:val="00E93E15"/>
  </w:style>
  <w:style w:type="paragraph" w:customStyle="1" w:styleId="A012F016D1E3429E95D01FD280503539">
    <w:name w:val="A012F016D1E3429E95D01FD280503539"/>
    <w:rsid w:val="00E93E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FF6C14-75ED-463B-82AA-D36B1DCE8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154</TotalTime>
  <Pages>12</Pages>
  <Words>1519</Words>
  <Characters>8963</Characters>
  <Application>Microsoft Office Word</Application>
  <DocSecurity>0</DocSecurity>
  <Lines>74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Křehlíková Lucie, Bc.</cp:lastModifiedBy>
  <cp:revision>19</cp:revision>
  <cp:lastPrinted>2017-11-28T17:18:00Z</cp:lastPrinted>
  <dcterms:created xsi:type="dcterms:W3CDTF">2023-03-01T08:18:00Z</dcterms:created>
  <dcterms:modified xsi:type="dcterms:W3CDTF">2023-09-05T07:47:00Z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